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CB7" w:rsidRPr="00B2435A" w:rsidRDefault="00F15CB7" w:rsidP="000F2860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СОБРАНИЕ ДЕПУТАТОВ</w:t>
      </w:r>
    </w:p>
    <w:p w:rsidR="00F15CB7" w:rsidRPr="00B2435A" w:rsidRDefault="00F15CB7" w:rsidP="001F1F3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ЩЕКИНСКОГО СЕЛЬСОВЕТА</w:t>
      </w:r>
    </w:p>
    <w:p w:rsidR="00F15CB7" w:rsidRPr="00B2435A" w:rsidRDefault="00F15CB7" w:rsidP="001F1F3C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РЫЛЬСКОГО РАЙОНА</w:t>
      </w:r>
    </w:p>
    <w:p w:rsidR="00F15CB7" w:rsidRPr="00B2435A" w:rsidRDefault="00F15CB7" w:rsidP="001F1F3C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1F1F3C">
      <w:pPr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РЕШЕНИЕ</w:t>
      </w:r>
    </w:p>
    <w:p w:rsidR="00F15CB7" w:rsidRPr="00B2435A" w:rsidRDefault="00F15CB7" w:rsidP="00A72DFE">
      <w:pPr>
        <w:ind w:firstLine="709"/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 xml:space="preserve">от 21 января </w:t>
      </w:r>
      <w:smartTag w:uri="urn:schemas-microsoft-com:office:smarttags" w:element="metricconverter">
        <w:smartTagPr>
          <w:attr w:name="ProductID" w:val="2021 г"/>
        </w:smartTagPr>
        <w:r w:rsidRPr="00B2435A">
          <w:rPr>
            <w:rFonts w:ascii="Arial" w:hAnsi="Arial" w:cs="Arial"/>
            <w:b/>
            <w:sz w:val="32"/>
            <w:szCs w:val="32"/>
          </w:rPr>
          <w:t>2021 г</w:t>
        </w:r>
      </w:smartTag>
      <w:r w:rsidRPr="00B2435A">
        <w:rPr>
          <w:rFonts w:ascii="Arial" w:hAnsi="Arial" w:cs="Arial"/>
          <w:b/>
          <w:sz w:val="32"/>
          <w:szCs w:val="32"/>
        </w:rPr>
        <w:t xml:space="preserve">. №213 </w:t>
      </w:r>
    </w:p>
    <w:p w:rsidR="00F15CB7" w:rsidRPr="00B2435A" w:rsidRDefault="00F15CB7" w:rsidP="00432C45">
      <w:pPr>
        <w:ind w:firstLine="709"/>
        <w:jc w:val="center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432C45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О внесении изменений в Решение Собрания депутатов</w:t>
      </w:r>
    </w:p>
    <w:p w:rsidR="00F15CB7" w:rsidRPr="00B2435A" w:rsidRDefault="00F15CB7" w:rsidP="00432C45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Щекинского сельсовета Рыльского района</w:t>
      </w:r>
    </w:p>
    <w:p w:rsidR="00F15CB7" w:rsidRPr="00B2435A" w:rsidRDefault="00F15CB7" w:rsidP="00B2435A">
      <w:pPr>
        <w:tabs>
          <w:tab w:val="left" w:pos="1950"/>
        </w:tabs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sz w:val="32"/>
          <w:szCs w:val="32"/>
        </w:rPr>
        <w:t>от 23.12.2020г. №212 «О бюджете Щекинского сельсов</w:t>
      </w:r>
      <w:r w:rsidRPr="00B2435A">
        <w:rPr>
          <w:rFonts w:ascii="Arial" w:hAnsi="Arial" w:cs="Arial"/>
          <w:b/>
          <w:sz w:val="32"/>
          <w:szCs w:val="32"/>
        </w:rPr>
        <w:t>е</w:t>
      </w:r>
      <w:r w:rsidRPr="00B2435A">
        <w:rPr>
          <w:rFonts w:ascii="Arial" w:hAnsi="Arial" w:cs="Arial"/>
          <w:b/>
          <w:sz w:val="32"/>
          <w:szCs w:val="32"/>
        </w:rPr>
        <w:t>та Рыльского ра</w:t>
      </w:r>
      <w:r w:rsidRPr="00B2435A">
        <w:rPr>
          <w:rFonts w:ascii="Arial" w:hAnsi="Arial" w:cs="Arial"/>
          <w:b/>
          <w:sz w:val="32"/>
          <w:szCs w:val="32"/>
        </w:rPr>
        <w:t>й</w:t>
      </w:r>
      <w:r w:rsidRPr="00B2435A">
        <w:rPr>
          <w:rFonts w:ascii="Arial" w:hAnsi="Arial" w:cs="Arial"/>
          <w:b/>
          <w:sz w:val="32"/>
          <w:szCs w:val="32"/>
        </w:rPr>
        <w:t>она Курской области на 2021 год</w:t>
      </w:r>
      <w:r>
        <w:rPr>
          <w:rFonts w:ascii="Arial" w:hAnsi="Arial" w:cs="Arial"/>
          <w:b/>
          <w:sz w:val="32"/>
          <w:szCs w:val="32"/>
        </w:rPr>
        <w:t xml:space="preserve"> </w:t>
      </w:r>
      <w:r w:rsidRPr="00B2435A">
        <w:rPr>
          <w:rFonts w:ascii="Arial" w:hAnsi="Arial" w:cs="Arial"/>
          <w:b/>
          <w:sz w:val="32"/>
          <w:szCs w:val="32"/>
        </w:rPr>
        <w:t>и плановый период 2022 и 2023 годов»</w:t>
      </w:r>
    </w:p>
    <w:p w:rsidR="00F15CB7" w:rsidRDefault="00F15CB7" w:rsidP="00432C45">
      <w:pPr>
        <w:jc w:val="both"/>
        <w:rPr>
          <w:rFonts w:ascii="Arial" w:hAnsi="Arial" w:cs="Arial"/>
          <w:sz w:val="32"/>
          <w:szCs w:val="32"/>
        </w:rPr>
      </w:pPr>
    </w:p>
    <w:p w:rsidR="00F15CB7" w:rsidRDefault="00F15CB7" w:rsidP="00432C45">
      <w:pPr>
        <w:jc w:val="both"/>
        <w:rPr>
          <w:rFonts w:ascii="Arial" w:hAnsi="Arial" w:cs="Arial"/>
          <w:sz w:val="32"/>
          <w:szCs w:val="32"/>
        </w:rPr>
      </w:pPr>
    </w:p>
    <w:p w:rsidR="00F15CB7" w:rsidRDefault="00F15CB7" w:rsidP="00432C45">
      <w:pPr>
        <w:jc w:val="both"/>
        <w:rPr>
          <w:rFonts w:ascii="Arial" w:hAnsi="Arial" w:cs="Arial"/>
          <w:sz w:val="32"/>
          <w:szCs w:val="32"/>
        </w:rPr>
      </w:pPr>
    </w:p>
    <w:p w:rsidR="00F15CB7" w:rsidRPr="00B2435A" w:rsidRDefault="00F15CB7" w:rsidP="00432C45">
      <w:pPr>
        <w:jc w:val="both"/>
        <w:rPr>
          <w:rFonts w:ascii="Arial" w:hAnsi="Arial" w:cs="Arial"/>
          <w:sz w:val="32"/>
          <w:szCs w:val="32"/>
        </w:rPr>
      </w:pPr>
    </w:p>
    <w:p w:rsidR="00F15CB7" w:rsidRPr="00B2435A" w:rsidRDefault="00F15CB7" w:rsidP="00F60A2D">
      <w:pPr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bCs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В соответствии с Бюджетным </w:t>
      </w:r>
      <w:hyperlink r:id="rId7" w:history="1">
        <w:r w:rsidRPr="00B2435A">
          <w:rPr>
            <w:rFonts w:ascii="Arial" w:hAnsi="Arial" w:cs="Arial"/>
            <w:sz w:val="24"/>
            <w:szCs w:val="24"/>
          </w:rPr>
          <w:t>кодексом</w:t>
        </w:r>
      </w:hyperlink>
      <w:r w:rsidRPr="00B2435A">
        <w:rPr>
          <w:rFonts w:ascii="Arial" w:hAnsi="Arial" w:cs="Arial"/>
          <w:sz w:val="24"/>
          <w:szCs w:val="24"/>
        </w:rPr>
        <w:t xml:space="preserve"> Российской Федерации, Фед</w:t>
      </w:r>
      <w:r w:rsidRPr="00B2435A">
        <w:rPr>
          <w:rFonts w:ascii="Arial" w:hAnsi="Arial" w:cs="Arial"/>
          <w:sz w:val="24"/>
          <w:szCs w:val="24"/>
        </w:rPr>
        <w:t>е</w:t>
      </w:r>
      <w:r w:rsidRPr="00B2435A">
        <w:rPr>
          <w:rFonts w:ascii="Arial" w:hAnsi="Arial" w:cs="Arial"/>
          <w:sz w:val="24"/>
          <w:szCs w:val="24"/>
        </w:rPr>
        <w:t xml:space="preserve">ральным </w:t>
      </w:r>
      <w:hyperlink r:id="rId8" w:history="1">
        <w:r w:rsidRPr="00B2435A">
          <w:rPr>
            <w:rFonts w:ascii="Arial" w:hAnsi="Arial" w:cs="Arial"/>
            <w:sz w:val="24"/>
            <w:szCs w:val="24"/>
          </w:rPr>
          <w:t>законом</w:t>
        </w:r>
      </w:hyperlink>
      <w:r w:rsidRPr="00B2435A">
        <w:rPr>
          <w:rFonts w:ascii="Arial" w:hAnsi="Arial" w:cs="Arial"/>
          <w:sz w:val="24"/>
          <w:szCs w:val="24"/>
        </w:rPr>
        <w:t xml:space="preserve"> от 06.10.2003 №131-ФЗ «Об общих принципах организации местного сам</w:t>
      </w:r>
      <w:r w:rsidRPr="00B2435A">
        <w:rPr>
          <w:rFonts w:ascii="Arial" w:hAnsi="Arial" w:cs="Arial"/>
          <w:sz w:val="24"/>
          <w:szCs w:val="24"/>
        </w:rPr>
        <w:t>о</w:t>
      </w:r>
      <w:r w:rsidRPr="00B2435A">
        <w:rPr>
          <w:rFonts w:ascii="Arial" w:hAnsi="Arial" w:cs="Arial"/>
          <w:sz w:val="24"/>
          <w:szCs w:val="24"/>
        </w:rPr>
        <w:t xml:space="preserve">управления в Российской Федерации», </w:t>
      </w:r>
      <w:hyperlink r:id="rId9" w:history="1">
        <w:r w:rsidRPr="00B2435A">
          <w:rPr>
            <w:rFonts w:ascii="Arial" w:hAnsi="Arial" w:cs="Arial"/>
            <w:sz w:val="24"/>
            <w:szCs w:val="24"/>
          </w:rPr>
          <w:t>Уставом</w:t>
        </w:r>
      </w:hyperlink>
      <w:r w:rsidRPr="00B2435A">
        <w:rPr>
          <w:rFonts w:ascii="Arial" w:hAnsi="Arial" w:cs="Arial"/>
          <w:sz w:val="24"/>
          <w:szCs w:val="24"/>
        </w:rPr>
        <w:t xml:space="preserve"> муниципального образования «Щекинский сельсовет « Рыльского района Курской области Со</w:t>
      </w:r>
      <w:r w:rsidRPr="00B2435A">
        <w:rPr>
          <w:rFonts w:ascii="Arial" w:hAnsi="Arial" w:cs="Arial"/>
          <w:sz w:val="24"/>
          <w:szCs w:val="24"/>
        </w:rPr>
        <w:t>б</w:t>
      </w:r>
      <w:r w:rsidRPr="00B2435A">
        <w:rPr>
          <w:rFonts w:ascii="Arial" w:hAnsi="Arial" w:cs="Arial"/>
          <w:sz w:val="24"/>
          <w:szCs w:val="24"/>
        </w:rPr>
        <w:t>рание Депутатов Щекинского сельсовета Рыльского района решило</w:t>
      </w:r>
      <w:r w:rsidRPr="00B2435A">
        <w:rPr>
          <w:rFonts w:ascii="Arial" w:hAnsi="Arial" w:cs="Arial"/>
          <w:bCs/>
          <w:sz w:val="24"/>
          <w:szCs w:val="24"/>
        </w:rPr>
        <w:t>:</w:t>
      </w:r>
    </w:p>
    <w:p w:rsidR="00F15CB7" w:rsidRPr="00B2435A" w:rsidRDefault="00F15CB7" w:rsidP="00483C3E">
      <w:pPr>
        <w:pStyle w:val="NormalWeb"/>
        <w:spacing w:before="0" w:after="0"/>
        <w:ind w:firstLine="709"/>
        <w:jc w:val="both"/>
        <w:rPr>
          <w:rFonts w:ascii="Arial" w:hAnsi="Arial" w:cs="Arial"/>
        </w:rPr>
      </w:pPr>
      <w:r w:rsidRPr="00B2435A">
        <w:rPr>
          <w:rFonts w:ascii="Arial" w:hAnsi="Arial" w:cs="Arial"/>
        </w:rPr>
        <w:t xml:space="preserve">1. Внести следующие изменения и дополнения в решение Собрания депутатов </w:t>
      </w:r>
      <w:r w:rsidRPr="00B2435A">
        <w:rPr>
          <w:rFonts w:ascii="Arial" w:hAnsi="Arial" w:cs="Arial"/>
          <w:bCs/>
        </w:rPr>
        <w:t>Щекинского</w:t>
      </w:r>
      <w:r w:rsidRPr="00B2435A">
        <w:rPr>
          <w:rFonts w:ascii="Arial" w:hAnsi="Arial" w:cs="Arial"/>
        </w:rPr>
        <w:t xml:space="preserve"> сельсовета Рыльского района от 23.12.2020 г. № 212 «О бюджете </w:t>
      </w:r>
      <w:r w:rsidRPr="00B2435A">
        <w:rPr>
          <w:rFonts w:ascii="Arial" w:hAnsi="Arial" w:cs="Arial"/>
          <w:bCs/>
        </w:rPr>
        <w:t>Щекинского</w:t>
      </w:r>
      <w:r w:rsidRPr="00B2435A">
        <w:rPr>
          <w:rFonts w:ascii="Arial" w:hAnsi="Arial" w:cs="Arial"/>
        </w:rPr>
        <w:t xml:space="preserve"> сельсовета Рыльского района Курской области на 2021 год и на плановый период 2022 и 2023 годов»:</w:t>
      </w:r>
    </w:p>
    <w:p w:rsidR="00F15CB7" w:rsidRPr="00B2435A" w:rsidRDefault="00F15CB7" w:rsidP="00A0316F">
      <w:pPr>
        <w:pStyle w:val="NormalWeb"/>
        <w:spacing w:before="0" w:after="0"/>
        <w:ind w:firstLine="709"/>
        <w:jc w:val="both"/>
        <w:rPr>
          <w:rFonts w:ascii="Arial" w:hAnsi="Arial" w:cs="Arial"/>
        </w:rPr>
      </w:pPr>
      <w:r w:rsidRPr="00B2435A">
        <w:rPr>
          <w:rFonts w:ascii="Arial" w:hAnsi="Arial" w:cs="Arial"/>
        </w:rPr>
        <w:t xml:space="preserve">1.1. Пункт 1 статьи 1 «Основные характеристики местного бюджета» решения изложить в новой редакции: </w:t>
      </w:r>
    </w:p>
    <w:p w:rsidR="00F15CB7" w:rsidRPr="00B2435A" w:rsidRDefault="00F15CB7" w:rsidP="0053595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«1. Утвердить основные характеристики бюджета Щекинского сельсовета Рыльского района Курской области (далее по тексту решения - местный бю</w:t>
      </w:r>
      <w:r w:rsidRPr="00B2435A">
        <w:rPr>
          <w:rFonts w:ascii="Arial" w:hAnsi="Arial" w:cs="Arial"/>
          <w:sz w:val="24"/>
          <w:szCs w:val="24"/>
        </w:rPr>
        <w:t>д</w:t>
      </w:r>
      <w:r w:rsidRPr="00B2435A">
        <w:rPr>
          <w:rFonts w:ascii="Arial" w:hAnsi="Arial" w:cs="Arial"/>
          <w:sz w:val="24"/>
          <w:szCs w:val="24"/>
        </w:rPr>
        <w:t>жет) на 2021 год и плановый период 2022-2023 годы:</w:t>
      </w:r>
    </w:p>
    <w:p w:rsidR="00F15CB7" w:rsidRPr="00B2435A" w:rsidRDefault="00F15CB7" w:rsidP="0053595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- прогнозируемый общий объем доходов местного бюджета на 2021 год - в сумме 2 335 114,00 рублей;</w:t>
      </w:r>
    </w:p>
    <w:p w:rsidR="00F15CB7" w:rsidRPr="00B2435A" w:rsidRDefault="00F15CB7" w:rsidP="00535951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- прогнозируемый общий объем расходов местного бюджета на 2021 год - в су</w:t>
      </w:r>
      <w:r w:rsidRPr="00B2435A">
        <w:rPr>
          <w:rFonts w:ascii="Arial" w:hAnsi="Arial" w:cs="Arial"/>
          <w:sz w:val="24"/>
          <w:szCs w:val="24"/>
        </w:rPr>
        <w:t>м</w:t>
      </w:r>
      <w:r w:rsidRPr="00B2435A">
        <w:rPr>
          <w:rFonts w:ascii="Arial" w:hAnsi="Arial" w:cs="Arial"/>
          <w:sz w:val="24"/>
          <w:szCs w:val="24"/>
        </w:rPr>
        <w:t>ме 4 337 805,69 рублей;</w:t>
      </w:r>
    </w:p>
    <w:p w:rsidR="00F15CB7" w:rsidRPr="00B2435A" w:rsidRDefault="00F15CB7" w:rsidP="00BF5C7D">
      <w:pPr>
        <w:widowControl w:val="0"/>
        <w:ind w:firstLine="567"/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- прогнозируемый дефицит местного бюджета на 2021 год - в сумме 2 002 691,69 рублей.»</w:t>
      </w:r>
    </w:p>
    <w:p w:rsidR="00F15CB7" w:rsidRPr="00B2435A" w:rsidRDefault="00F15CB7" w:rsidP="00F60A2D">
      <w:pPr>
        <w:pStyle w:val="NormalWeb"/>
        <w:spacing w:before="0" w:after="0"/>
        <w:ind w:firstLine="709"/>
        <w:jc w:val="both"/>
        <w:rPr>
          <w:rFonts w:ascii="Arial" w:hAnsi="Arial" w:cs="Arial"/>
        </w:rPr>
      </w:pPr>
      <w:r w:rsidRPr="00B2435A">
        <w:rPr>
          <w:rFonts w:ascii="Arial" w:hAnsi="Arial" w:cs="Arial"/>
          <w:bCs/>
        </w:rPr>
        <w:t xml:space="preserve">1.2. </w:t>
      </w:r>
      <w:r w:rsidRPr="00B2435A">
        <w:rPr>
          <w:rFonts w:ascii="Arial" w:hAnsi="Arial" w:cs="Arial"/>
        </w:rPr>
        <w:t xml:space="preserve">Приложения  №1, №5, №7, №9, №11,  к Решению Собрания депутатов </w:t>
      </w:r>
      <w:r w:rsidRPr="00B2435A">
        <w:rPr>
          <w:rFonts w:ascii="Arial" w:hAnsi="Arial" w:cs="Arial"/>
          <w:bCs/>
        </w:rPr>
        <w:t>Щекинского</w:t>
      </w:r>
      <w:r w:rsidRPr="00B2435A">
        <w:rPr>
          <w:rFonts w:ascii="Arial" w:hAnsi="Arial" w:cs="Arial"/>
        </w:rPr>
        <w:t xml:space="preserve"> сельсовета Рыльского района «О бюджете </w:t>
      </w:r>
      <w:r w:rsidRPr="00B2435A">
        <w:rPr>
          <w:rFonts w:ascii="Arial" w:hAnsi="Arial" w:cs="Arial"/>
          <w:bCs/>
        </w:rPr>
        <w:t>Щекинского</w:t>
      </w:r>
      <w:r w:rsidRPr="00B2435A">
        <w:rPr>
          <w:rFonts w:ascii="Arial" w:hAnsi="Arial" w:cs="Arial"/>
        </w:rPr>
        <w:t xml:space="preserve"> сельсовета Рыльского района Курской области на 2021 год и на плановый период 2022 и 2023 годов» от 23.12.2020 г. № 212</w:t>
      </w:r>
      <w:bookmarkStart w:id="0" w:name="_GoBack"/>
      <w:bookmarkEnd w:id="0"/>
      <w:r w:rsidRPr="00B2435A">
        <w:rPr>
          <w:rFonts w:ascii="Arial" w:hAnsi="Arial" w:cs="Arial"/>
        </w:rPr>
        <w:t xml:space="preserve">  изложить в новой редакции (прилагаются).</w:t>
      </w: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8E6CFA">
      <w:pPr>
        <w:autoSpaceDE w:val="0"/>
        <w:autoSpaceDN w:val="0"/>
        <w:adjustRightInd w:val="0"/>
        <w:ind w:firstLine="670"/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2. Решение вступает в силу с момента официального обнародования в у</w:t>
      </w:r>
      <w:r w:rsidRPr="00B2435A">
        <w:rPr>
          <w:rFonts w:ascii="Arial" w:hAnsi="Arial" w:cs="Arial"/>
          <w:sz w:val="24"/>
          <w:szCs w:val="24"/>
        </w:rPr>
        <w:t>с</w:t>
      </w:r>
      <w:r w:rsidRPr="00B2435A">
        <w:rPr>
          <w:rFonts w:ascii="Arial" w:hAnsi="Arial" w:cs="Arial"/>
          <w:sz w:val="24"/>
          <w:szCs w:val="24"/>
        </w:rPr>
        <w:t>тано</w:t>
      </w:r>
      <w:r w:rsidRPr="00B2435A">
        <w:rPr>
          <w:rFonts w:ascii="Arial" w:hAnsi="Arial" w:cs="Arial"/>
          <w:sz w:val="24"/>
          <w:szCs w:val="24"/>
        </w:rPr>
        <w:t>в</w:t>
      </w:r>
      <w:r w:rsidRPr="00B2435A">
        <w:rPr>
          <w:rFonts w:ascii="Arial" w:hAnsi="Arial" w:cs="Arial"/>
          <w:sz w:val="24"/>
          <w:szCs w:val="24"/>
        </w:rPr>
        <w:t>ленном порядке.</w:t>
      </w:r>
    </w:p>
    <w:p w:rsidR="00F15CB7" w:rsidRDefault="00F15CB7" w:rsidP="00F45A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15CB7" w:rsidRDefault="00F15CB7" w:rsidP="00F45A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15CB7" w:rsidRDefault="00F15CB7" w:rsidP="00F45A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15CB7" w:rsidRDefault="00F15CB7" w:rsidP="00F45A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15CB7" w:rsidRPr="00B2435A" w:rsidRDefault="00F15CB7" w:rsidP="00F45A5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Председатель собрания депутатов</w:t>
      </w: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Щекинского сельсовета Рыльского района 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B2435A">
        <w:rPr>
          <w:rFonts w:ascii="Arial" w:hAnsi="Arial" w:cs="Arial"/>
          <w:sz w:val="24"/>
          <w:szCs w:val="24"/>
        </w:rPr>
        <w:t>Т.В.Дроздова</w:t>
      </w:r>
    </w:p>
    <w:p w:rsidR="00F15CB7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Глава Щекинского сельсовета </w:t>
      </w:r>
    </w:p>
    <w:p w:rsidR="00F15CB7" w:rsidRPr="00B2435A" w:rsidRDefault="00F15CB7" w:rsidP="00AD0E61">
      <w:pPr>
        <w:jc w:val="both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</w:t>
      </w:r>
      <w:r w:rsidRPr="00B2435A">
        <w:rPr>
          <w:rFonts w:ascii="Arial" w:hAnsi="Arial" w:cs="Arial"/>
          <w:sz w:val="24"/>
          <w:szCs w:val="24"/>
        </w:rPr>
        <w:t>Н.А. Гр</w:t>
      </w:r>
      <w:r w:rsidRPr="00B2435A">
        <w:rPr>
          <w:rFonts w:ascii="Arial" w:hAnsi="Arial" w:cs="Arial"/>
          <w:sz w:val="24"/>
          <w:szCs w:val="24"/>
        </w:rPr>
        <w:t>е</w:t>
      </w:r>
      <w:r w:rsidRPr="00B2435A">
        <w:rPr>
          <w:rFonts w:ascii="Arial" w:hAnsi="Arial" w:cs="Arial"/>
          <w:sz w:val="24"/>
          <w:szCs w:val="24"/>
        </w:rPr>
        <w:t>бенникова</w:t>
      </w:r>
    </w:p>
    <w:p w:rsidR="00F15CB7" w:rsidRPr="00B2435A" w:rsidRDefault="00F15CB7" w:rsidP="00AD0E61">
      <w:pPr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AD0E61">
      <w:pPr>
        <w:jc w:val="right"/>
        <w:rPr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Pr="00B2435A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  <w:r w:rsidRPr="00B2435A">
        <w:rPr>
          <w:rFonts w:ascii="Arial" w:hAnsi="Arial" w:cs="Arial"/>
          <w:color w:val="000000"/>
          <w:sz w:val="24"/>
          <w:szCs w:val="24"/>
        </w:rPr>
        <w:t>Приложение № 1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к решению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 Собрания Депутатов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от 23.12.2020г. № 212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 (в редакции решения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Щекинского сельсовета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от 21 января 2021г. № 213)</w:t>
      </w:r>
    </w:p>
    <w:p w:rsidR="00F15CB7" w:rsidRPr="00B2435A" w:rsidRDefault="00F15CB7" w:rsidP="00B2435A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B2435A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B2435A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B2435A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Источники внутреннего финансирования дефицита</w:t>
      </w:r>
    </w:p>
    <w:p w:rsidR="00F15CB7" w:rsidRPr="00B2435A" w:rsidRDefault="00F15CB7" w:rsidP="00B2435A">
      <w:pPr>
        <w:jc w:val="center"/>
        <w:rPr>
          <w:rFonts w:ascii="Arial" w:hAnsi="Arial" w:cs="Arial"/>
          <w:b/>
          <w:sz w:val="32"/>
          <w:szCs w:val="32"/>
        </w:rPr>
      </w:pP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бюджета Щекинского сельсовета Рыльского района Курской области на 2021 год</w:t>
      </w:r>
    </w:p>
    <w:p w:rsidR="00F15CB7" w:rsidRPr="00B2435A" w:rsidRDefault="00F15CB7" w:rsidP="00B2435A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8643" w:type="dxa"/>
        <w:tblInd w:w="108" w:type="dxa"/>
        <w:tblLook w:val="0000"/>
      </w:tblPr>
      <w:tblGrid>
        <w:gridCol w:w="4288"/>
        <w:gridCol w:w="2613"/>
        <w:gridCol w:w="1742"/>
      </w:tblGrid>
      <w:tr w:rsidR="00F15CB7" w:rsidRPr="00B2435A" w:rsidTr="00B2435A">
        <w:trPr>
          <w:gridBefore w:val="2"/>
          <w:wBefore w:w="6901" w:type="dxa"/>
          <w:trHeight w:val="750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5CB7" w:rsidRPr="00B2435A" w:rsidRDefault="00F15CB7" w:rsidP="00D65255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bookmarkStart w:id="1" w:name="RANGE!A1:C31"/>
            <w:bookmarkEnd w:id="1"/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рублей</w:t>
            </w:r>
          </w:p>
        </w:tc>
      </w:tr>
      <w:tr w:rsidR="00F15CB7" w:rsidRPr="00B2435A" w:rsidTr="00B2435A">
        <w:trPr>
          <w:trHeight w:val="108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D652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Код группы, подгруппы, статьи и вида источников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D652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D6525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Сумма на 2021 год</w:t>
            </w:r>
          </w:p>
        </w:tc>
      </w:tr>
      <w:tr w:rsidR="00F15CB7" w:rsidRPr="00B2435A" w:rsidTr="00B2435A">
        <w:trPr>
          <w:trHeight w:val="81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000 01  00  00  00  00  0000  000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ИСТОЧНИКИ ВНУТРЕННЕГО ФИНАНСИРОВАНИЯ ДЕФИЦИТОВ  БЮДЖЕТОВ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2 002 691,69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000 01  02  00  00  00  0000  000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Кредиты кредитных организаций в вал</w:t>
            </w:r>
            <w:r w:rsidRPr="00B2435A">
              <w:rPr>
                <w:rFonts w:ascii="Arial" w:hAnsi="Arial" w:cs="Arial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sz w:val="24"/>
                <w:szCs w:val="24"/>
              </w:rPr>
              <w:t>те  Российской Ф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дерации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15CB7" w:rsidRPr="00B2435A" w:rsidTr="00B2435A">
        <w:trPr>
          <w:trHeight w:val="63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000 01  03  01  00  00  0000  000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Бюджетные кредиты от др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гих бюджетов бюджетной  системы Российской Федер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000 01  05  00  00  00  0000  000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Изменение остатков средств на счетах по учету  средств 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жета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2 002 691,69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000 01  05  00  00  00  0000  500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-2 335 114,00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000 01  05  02  00  00  0000  500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-2 335 114,00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000 01  05  02  01  00  0000  510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-2 335 114,00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000 01  05  02  01  10  0000  510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Увеличение прочих остатков денежных средств  бюдж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 пос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-2 335 114,00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000 01  05  00  00  00  0000  600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Уменьшение оста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ков средств бюдж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4 337 805,69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000 01  05  02  00  00  0000  600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4 337 805,69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000 01  05  02  01  00  0000  610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4 337 805,69</w:t>
            </w:r>
          </w:p>
        </w:tc>
      </w:tr>
      <w:tr w:rsidR="00F15CB7" w:rsidRPr="00B2435A" w:rsidTr="00B2435A">
        <w:trPr>
          <w:trHeight w:val="360"/>
        </w:trPr>
        <w:tc>
          <w:tcPr>
            <w:tcW w:w="4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000 01  05  02  01  10  0000  610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Уменьшение прочих остатков денежных средств  бюдж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 пос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2435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4 337 805,69</w:t>
            </w:r>
          </w:p>
        </w:tc>
      </w:tr>
    </w:tbl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Default="00F15CB7" w:rsidP="00AD0E61">
      <w:pPr>
        <w:jc w:val="right"/>
        <w:rPr>
          <w:rFonts w:ascii="Arial" w:hAnsi="Arial" w:cs="Arial"/>
          <w:color w:val="000000"/>
          <w:sz w:val="24"/>
          <w:szCs w:val="24"/>
        </w:rPr>
      </w:pP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color w:val="000000"/>
          <w:sz w:val="24"/>
          <w:szCs w:val="24"/>
        </w:rPr>
        <w:t>Приложение № 5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к решению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 Собрания Депутатов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от 23.12.2020г. № 212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 (в редакции решения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Щекинского сельсовета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</w:t>
      </w:r>
    </w:p>
    <w:p w:rsidR="00F15CB7" w:rsidRPr="00B2435A" w:rsidRDefault="00F15CB7" w:rsidP="00AD0E61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от 21 января 2021г. № 213)</w:t>
      </w:r>
    </w:p>
    <w:p w:rsidR="00F15CB7" w:rsidRPr="00B2435A" w:rsidRDefault="00F15CB7" w:rsidP="00F45A51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B2435A" w:rsidRDefault="00F15CB7" w:rsidP="00AD0E6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Поступления доходов в бюджет Щекинского сельсовета Рыльского района Курской области и межбюджетных трансфертов, получаемых из других бюджетов бю</w:t>
      </w: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д</w:t>
      </w: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жетной системы Росси</w:t>
      </w: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й</w:t>
      </w: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 xml:space="preserve">ской Федерации </w:t>
      </w:r>
    </w:p>
    <w:p w:rsidR="00F15CB7" w:rsidRPr="00B2435A" w:rsidRDefault="00F15CB7" w:rsidP="00AD0E61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B2435A">
        <w:rPr>
          <w:rFonts w:ascii="Arial" w:hAnsi="Arial" w:cs="Arial"/>
          <w:b/>
          <w:bCs/>
          <w:color w:val="000000"/>
          <w:sz w:val="32"/>
          <w:szCs w:val="32"/>
        </w:rPr>
        <w:t>в 2021 году</w:t>
      </w:r>
    </w:p>
    <w:p w:rsidR="00F15CB7" w:rsidRPr="00B2435A" w:rsidRDefault="00F15CB7" w:rsidP="00F45A51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9045" w:type="dxa"/>
        <w:tblInd w:w="108" w:type="dxa"/>
        <w:tblLook w:val="0000"/>
      </w:tblPr>
      <w:tblGrid>
        <w:gridCol w:w="3200"/>
        <w:gridCol w:w="4103"/>
        <w:gridCol w:w="1742"/>
      </w:tblGrid>
      <w:tr w:rsidR="00F15CB7" w:rsidRPr="00B2435A" w:rsidTr="00AD0E61">
        <w:trPr>
          <w:gridBefore w:val="2"/>
          <w:wBefore w:w="7303" w:type="dxa"/>
          <w:trHeight w:val="375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5CB7" w:rsidRPr="00B2435A" w:rsidRDefault="00F15CB7" w:rsidP="000D1CE7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(руб)</w:t>
            </w:r>
          </w:p>
        </w:tc>
      </w:tr>
      <w:tr w:rsidR="00F15CB7" w:rsidRPr="00B2435A" w:rsidTr="00B76DF3">
        <w:trPr>
          <w:trHeight w:val="992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Код бюджетной класс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фикации Российской  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Наименование доходов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Сумма  на 2021 год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0D1CE7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0D1CE7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0D1CE7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2 335 114,00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800 014,00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1 01 00000 00 0000 000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125 875,00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1 01 02000 01 0000 110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125 875,00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1 01 02010 01 0000 110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источником 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торых является налоговый агент, за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ключением дох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дов, в отношении которых исчисление и уплата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лога осуществляются в соотве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ствии со </w:t>
            </w:r>
            <w:r w:rsidRPr="00B2435A">
              <w:rPr>
                <w:rFonts w:ascii="Arial" w:hAnsi="Arial" w:cs="Arial"/>
                <w:sz w:val="24"/>
                <w:szCs w:val="24"/>
              </w:rPr>
              <w:t>статьями 227, 227.1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и </w:t>
            </w:r>
            <w:r w:rsidRPr="00B2435A">
              <w:rPr>
                <w:rFonts w:ascii="Arial" w:hAnsi="Arial" w:cs="Arial"/>
                <w:sz w:val="24"/>
                <w:szCs w:val="24"/>
              </w:rPr>
              <w:t>228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Налогового кодекса Росси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125 031,00</w:t>
            </w:r>
          </w:p>
        </w:tc>
      </w:tr>
      <w:tr w:rsidR="00F15CB7" w:rsidRPr="00B2435A" w:rsidTr="00B76DF3">
        <w:trPr>
          <w:trHeight w:val="106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1 01 02020 01 0000 110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от осущ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ствления деятельности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скими лицами, зарегистрирова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 качестве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дивидуальных предприним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телей, нотариусов, занимающихся частной практ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кой, адвокатов, учредивших адв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катские кабин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ты, и других лиц, занимающихся частной практ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кой в соответствии со статьей 227 Налогового кодекса 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сийской Федерации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1 01 02030 01 0000 110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доходы физических лиц с доходов, полученных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скими лицами в соо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ветствии со статьей 228 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гового кодекса Российской 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844,00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1 05 00000 00 0000 000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66 251,00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1 05 03000 01 0000 110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налог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66 251,00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1 05 03010 01 0000 110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налог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66 251,00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1 05 03020 01 0000 110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Единый сельскохозяйстве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налог (за налоговые периоды,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текшие до 1 января 2011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1 06 00000 00 0000 000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604 288,00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1 06 01000 00 0000 110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лиц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35 900,00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1 06 01030 10 0000 110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Налог на имущество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лиц, взимаемый по ставкам,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меняемым к объектам налогоо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ложения, расположенным в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ницах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35 900,00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1 06 06000 00 0000 110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568 388,00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1 06 06030 00 0000 110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349 388,00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1 06 06033 10 0000 110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организ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ций, обладающих земельным учас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ком, расположе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в границах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349 388,00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1 06 06040 00 0000 110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лиц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219 000,00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1 06 06043 10 0000 110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Земельный налог с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лиц, обладающих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мельным участком, расположенным в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ницах сельских поселений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219 000,00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1 08 00000 00 0000 000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1 08 04000 01 0000 110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Государственная пошлина за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вершение нотариальных дейс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(за исключением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ствий, совершаемых консульскими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реждениями Российской Федер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1 08 04020 01 0000 110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Государственная пошлина за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вершение нотариальных дейс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должностными лицами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управления, уполном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ченными в соответствии с законодательными актами 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сийской Федерации на соверш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тариальных действий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1 11 00000 00 0000 000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1 11 05000 00 0000 120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либо иной платы за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редачу в возмездное 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зование государственного и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щества (за исключением имущества бюджетных и авт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номных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дений, а также имущества государственных и муниципальных унитарных пре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приятий, в том числе казенных)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1 11 05020 00 0000 120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 за земли после разграничения государстве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собственности на землю, а та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 средства от продажи права на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 договоров аренды ук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занных земельных учас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ков (за исключением земельных участков бюджетных и автономных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1 11 05025 10 0000 120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Доходы, получаемые в виде арендной платы, а также сре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от продажи права на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 договоров аренды за земли,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ходящиеся в собственности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 (за исключением земельных участков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бюджетных и автономных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1 11 05030 00 0000 120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ства, находящегося в операти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 управлении органов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ственной власти, органов местн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самоуправления,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бюджетных фондов и созданных ими учреждений (за исключением имущества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и автономных учреждений)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B76DF3">
        <w:trPr>
          <w:trHeight w:val="70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1 11 05035 10 0000 120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ства, находящегося в операти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 управлении органов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сельских поселений и 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ими учреждений (за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ключением имущества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бюджетных и автоно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учреждений)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1 11 05070 00 0000 120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ства, составляющего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венную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ную) казну (за исключением земельных уч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стков)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1 11 05075 10 0000 120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сдачи в аренду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ства, составляющего казну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 (за исключением земельных уч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стков)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1 13 00000 00 0000 000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3 600,00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1 13 01000 00 0000 130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Доходы от оказания платных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луг (работ)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3 600,00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1 13 01990 00 0000 130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услуг (работ)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3 600,00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1 13 01995 10 0000 130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оказания пла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услуг (работ) получ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телями средств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3 600,00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1 13 02000 00 0000 130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компенсации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трат государства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1 13 02990 00 0000 130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компенс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 затрат государства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1 13 02995 10 0000 130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доходы от компенс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 затрат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1 14 00000 00 0000 000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1 14 02000 00 0000 000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ва, находящегося в государстве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и муниципальной собственн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(за исключен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ем движимого имущества бюджетных и авт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номных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дений, а также имущества государственных и муниципальных унитарных пре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приятий, в том числе казенных)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B76DF3">
        <w:trPr>
          <w:trHeight w:val="70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1 14 02050 10 0000 410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ва, находящегося в собственн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сельских поселений (за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ключением движимого имущества муниципальных бюджетных и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тономных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реждений, а также имущества муниципальных 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тарных предприятий, в том числе казенных), в части реализации основных средств по указа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ному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ществу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1 14 02052 10 0000 410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ва, находящегося в опер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тивном управлении учреждений, наход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щихся в ведении органов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сельских поселений (за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ключением имущества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бюджетных и автоно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учреждений), в части реал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зации основных средств по ук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занному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ществу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150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1 14 02053 10 0000 410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реализации иного имущества, находящегося в 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ственности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 (за исключением имущества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ниципальных бюджетных и авт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номных учреждений, а также имущества муниципальных 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тарных предприятий, в том чи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 казенных), в части реализации основных средств по указанному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ству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1 14 06000 00 0000 430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участков, находящихся в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ственной и муниципальной собс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венности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1 14 06020 00 0000 430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участков, государственная собс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венность на которые разгранич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 (за исключением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мельных участков бюджетных и автоно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учреждений)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1 14 06025 10 0000 430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продажи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участков, находящихся в собс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венности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 (за исключением земельных участков муниципальных бюджетных и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тономных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1 16 00000 00 0000 000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1 16 23000 00 0000 140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B76DF3">
        <w:trPr>
          <w:trHeight w:val="529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1 16 23050 10 0000 140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возмещения ущерба при возникновении страховых случаев, когда выгодоприобрет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телями выступают получатели средств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1 16 23051 10 0000 140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от возмещения ущерба при возникновении страховых случаев по обязательному стр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хованию гражданской ответстве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ности, когда выгодоприобретат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лями выступают получ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тели средств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1 16 32000 00 0000 140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взыскания, налага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мые в возмещение ущерба,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чиненного в результате незако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или нецелевого использов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средств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1 16 32000 10 0000 140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Денежные взыскания, налага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мые в возмещение ущерба,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чиненного в результате незако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или нецелевого использов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средств (в части бюдж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 сельских поселений)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1 17 00000 00 0000 000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1 17 01000 00 0000 180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1 17 01050 10 0000 180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Невыясненные поступления,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числяемые в бюджеты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1 17 05000 00 0000 180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1 17 05050 10 0000 180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неналоговые доходы бюджетов сельских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1 535 100,00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1 535 100,00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системы Российской Федер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567 353,00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2 02 15002 00 0000 150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на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держку мер по обеспечению сбалансир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ванности бюдж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325 916,00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2 02 15002 10 0000 150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 на поддержку мер по обеспечению сбалансированн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бюджетов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325 916,00</w:t>
            </w:r>
          </w:p>
        </w:tc>
      </w:tr>
      <w:tr w:rsidR="00F15CB7" w:rsidRPr="00B2435A" w:rsidTr="00B76DF3">
        <w:trPr>
          <w:trHeight w:val="169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Дотации на выравнивание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жетной обеспеченности из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жетов муниципальных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онов, городских округов с внутригоро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делением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241 437,00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2 02 16001 10 0000 150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Дотации бюджетам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 на выравнивание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жетной обеспеченности из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жетов муниципальных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онов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241 437,00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системы Российской Фед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рации (межбюджетные субс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дии)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2 02 25467 00 0000 150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развития и укрепления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териально-технической базы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мов культуры в населенных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 с числом жителей до 50 тысяч человек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2 02 25467 10 0000 150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 на обеспечение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вития и укрепления материал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но-технической базы домов культуры в населенных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 с числом жителей до 50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сяч человек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на поддер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ку государственных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 субъектов Российской Федерации и муниципальных программ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мирования современной горо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2 02 25555 10 0000 150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Субсидии бюджетам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 на поддержку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программ субъектов 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сийской Федерации и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программ формирования современной горо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среды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2 02 29999 10 0000 150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субсидии бюджетам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системы Российской Фед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на осущ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ствление первичного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инского учета на территориях, где отсу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ствуют военные комисс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риаты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2 02 35118 10 0000 150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Субвенции бюджетам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 на осущес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вление первичного воинского учета на территориях, где отсутствуют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енные коми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сариаты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межбюджетные тран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400 354,00</w:t>
            </w:r>
          </w:p>
        </w:tc>
      </w:tr>
      <w:tr w:rsidR="00F15CB7" w:rsidRPr="00B2435A" w:rsidTr="00B76DF3">
        <w:trPr>
          <w:trHeight w:val="528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2 02 40014 00 0000 150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редаваемые бюджетам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образований на осущ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ствление части полном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по решению вопросов местного зн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чения в соответствии с заключе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соглашениями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400 354,00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2 02 40014 10 0000 150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трансферты,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редаваемые бюджетам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поселений из бюджетов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районов на осуществл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части полномочий по реш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вопросов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стного значения в соответствии с заключе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соглашениями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400 354,00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2 07 00000 00 0000 000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2 07 05000 10 0000 150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 бюджеты сельских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3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2 07 05030 10 0000 150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Прочие безвозмездные поступл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 бюджеты сельских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187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2 18 00000 10 0000 150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 от возврата бюджетами бюджетной системы 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сийской Федерации остатков субсидий, субвенций и иных ме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бюджетных трансфертов, имеющих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левое назначение, прошлых лет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112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2 18 60010 10 0000 150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Доходы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 от возврата остатков су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сидий, субвенций и иных ме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бюджетных трансфертов, име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щих целевое назначение,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шлых лет из бюджетов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районов</w:t>
            </w:r>
          </w:p>
        </w:tc>
        <w:tc>
          <w:tcPr>
            <w:tcW w:w="17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2 19 00000 00 0000 000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2 19 00000 10 0000 150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Возврат остатков субсидий, су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венций и иных межбюдже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трансфертов, имеющих целевое назначение, прошлых лет из бюджетов сельских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AF303C">
        <w:trPr>
          <w:trHeight w:val="750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2 19 60010 10 0000 150</w:t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Возврат прочих остатков субс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дий, субвенций и иных межбю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жетных трансфе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тов, имеющих целевое назначение, прошлых лет из бюджетов сельских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B76DF3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</w:tbl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Default="00F15CB7" w:rsidP="0084254F">
      <w:pPr>
        <w:jc w:val="right"/>
        <w:rPr>
          <w:rFonts w:ascii="Arial" w:hAnsi="Arial" w:cs="Arial"/>
          <w:sz w:val="24"/>
          <w:szCs w:val="24"/>
        </w:rPr>
      </w:pPr>
    </w:p>
    <w:p w:rsidR="00F15CB7" w:rsidRPr="00B2435A" w:rsidRDefault="00F15CB7" w:rsidP="0084254F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Приложение №7</w:t>
      </w:r>
    </w:p>
    <w:p w:rsidR="00F15CB7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к решению Собрания Депутатов </w:t>
      </w:r>
    </w:p>
    <w:p w:rsidR="00F15CB7" w:rsidRPr="00B2435A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</w:t>
      </w:r>
    </w:p>
    <w:p w:rsidR="00F15CB7" w:rsidRPr="00B2435A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от 23.12.2020г. № 212 </w:t>
      </w:r>
    </w:p>
    <w:p w:rsidR="00F15CB7" w:rsidRPr="00B2435A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( в редакции решения Собрания депутатов </w:t>
      </w:r>
    </w:p>
    <w:p w:rsidR="00F15CB7" w:rsidRPr="00B2435A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 Рыльского района</w:t>
      </w:r>
    </w:p>
    <w:p w:rsidR="00F15CB7" w:rsidRPr="00B2435A" w:rsidRDefault="00F15CB7" w:rsidP="00B840E3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от 21 января 2021г  №213)</w:t>
      </w:r>
    </w:p>
    <w:p w:rsidR="00F15CB7" w:rsidRPr="007461A0" w:rsidRDefault="00F15CB7" w:rsidP="0084254F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7461A0" w:rsidRDefault="00F15CB7" w:rsidP="0084254F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7461A0" w:rsidRDefault="00F15CB7" w:rsidP="0084254F">
      <w:pPr>
        <w:jc w:val="both"/>
        <w:rPr>
          <w:rFonts w:ascii="Arial" w:hAnsi="Arial" w:cs="Arial"/>
          <w:b/>
          <w:sz w:val="32"/>
          <w:szCs w:val="32"/>
        </w:rPr>
      </w:pPr>
    </w:p>
    <w:p w:rsidR="00F15CB7" w:rsidRPr="007461A0" w:rsidRDefault="00F15CB7" w:rsidP="0084254F">
      <w:pPr>
        <w:jc w:val="center"/>
        <w:rPr>
          <w:rFonts w:ascii="Arial" w:hAnsi="Arial" w:cs="Arial"/>
          <w:b/>
          <w:sz w:val="32"/>
          <w:szCs w:val="32"/>
        </w:rPr>
      </w:pP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Распределение бюджетных ассигнований по разделам, подразделам, целевым статьям (муниципальным пр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гра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м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мам Щекинского сельсовета Рыльского района Курской области и непрограммным направлениям де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я</w:t>
      </w:r>
      <w:r w:rsidRPr="007461A0">
        <w:rPr>
          <w:rFonts w:ascii="Arial" w:hAnsi="Arial" w:cs="Arial"/>
          <w:b/>
          <w:bCs/>
          <w:color w:val="000000"/>
          <w:sz w:val="32"/>
          <w:szCs w:val="32"/>
        </w:rPr>
        <w:t>тельности), группам видов расходов классификации расходов бюджета Щекинского сельсовета Рыльского района Курской области на 2021 год</w:t>
      </w:r>
    </w:p>
    <w:p w:rsidR="00F15CB7" w:rsidRPr="007461A0" w:rsidRDefault="00F15CB7" w:rsidP="00F45A51">
      <w:pPr>
        <w:jc w:val="both"/>
        <w:rPr>
          <w:rFonts w:ascii="Arial" w:hAnsi="Arial" w:cs="Arial"/>
          <w:b/>
          <w:sz w:val="32"/>
          <w:szCs w:val="32"/>
        </w:rPr>
      </w:pPr>
    </w:p>
    <w:tbl>
      <w:tblPr>
        <w:tblW w:w="9313" w:type="dxa"/>
        <w:tblInd w:w="108" w:type="dxa"/>
        <w:tblLayout w:type="fixed"/>
        <w:tblLook w:val="0000"/>
      </w:tblPr>
      <w:tblGrid>
        <w:gridCol w:w="1405"/>
        <w:gridCol w:w="1095"/>
        <w:gridCol w:w="1176"/>
        <w:gridCol w:w="1000"/>
        <w:gridCol w:w="17"/>
        <w:gridCol w:w="1023"/>
        <w:gridCol w:w="1070"/>
        <w:gridCol w:w="1117"/>
        <w:gridCol w:w="1410"/>
      </w:tblGrid>
      <w:tr w:rsidR="00F15CB7" w:rsidRPr="00B2435A" w:rsidTr="00E54331">
        <w:trPr>
          <w:gridBefore w:val="8"/>
          <w:wBefore w:w="7903" w:type="dxa"/>
          <w:trHeight w:val="360"/>
        </w:trPr>
        <w:tc>
          <w:tcPr>
            <w:tcW w:w="141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2" w:name="RANGE!A1:H168"/>
            <w:bookmarkEnd w:id="2"/>
            <w:r w:rsidRPr="00B2435A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С Е Г 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ind w:left="-38" w:right="-108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4337805,69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страция Щекинск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сельс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ind w:left="-105" w:right="-108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4337805,69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54331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ind w:left="-105" w:right="-108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1189466,81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вы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шего должн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стного лица субъекта Росси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дерации и 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образов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469000,00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чение 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гл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 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образов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54331">
            <w:pPr>
              <w:ind w:left="-105"/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469 000,00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Глава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ind w:left="-10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469000,00</w:t>
            </w:r>
          </w:p>
        </w:tc>
      </w:tr>
      <w:tr w:rsidR="00F15CB7" w:rsidRPr="00B2435A" w:rsidTr="003C6FE1">
        <w:trPr>
          <w:trHeight w:val="52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целях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ганами, казенн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дениями,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внебю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 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сийской Федер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ции, вы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ших 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полн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тельных органов госуда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ной власти субъе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тов Росси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ции,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стных админ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страций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371000,00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чение 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мес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минис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371000,00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минис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рации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371000,00</w:t>
            </w:r>
          </w:p>
        </w:tc>
      </w:tr>
      <w:tr w:rsidR="00F15CB7" w:rsidRPr="00B2435A" w:rsidTr="003C6FE1">
        <w:trPr>
          <w:trHeight w:val="34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371000,00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целях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ганами, казенн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дениями,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внебю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80269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чение деятел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ности 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совых, налог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вых и там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женных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ганов и органов финанс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вого (ф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нансово-бюдже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ного) на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зора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42 670,00</w:t>
            </w:r>
          </w:p>
        </w:tc>
      </w:tr>
      <w:tr w:rsidR="00F15CB7" w:rsidRPr="00B2435A" w:rsidTr="003C6FE1">
        <w:trPr>
          <w:trHeight w:val="52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чение деятел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трольно-счетных органов 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36 000,00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Аппарат контрол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но-счетного органа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74 3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межбю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жетные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ферты на осущес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вление переда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чий в сфере внешн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муниц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финанс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вого ко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троля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Межбю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ферты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деятел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ганов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расходы органов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вление переда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номочий от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му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ону в сфере внутре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него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финанс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вого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троля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Межбю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6 670,00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чение провед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выб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ров и 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ференд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мов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40 000,00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грамная деятел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ганов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грамные расходы органов местного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Подгото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ка и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ведение в</w:t>
            </w:r>
            <w:r w:rsidRPr="00B2435A">
              <w:rPr>
                <w:rFonts w:ascii="Arial" w:hAnsi="Arial" w:cs="Arial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sz w:val="24"/>
                <w:szCs w:val="24"/>
              </w:rPr>
              <w:t>боров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40 000,00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Спец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альные расходы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Резер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ды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Резер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ды орг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ного 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моупра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78 0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Резер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ды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Резер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ный фонд м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стной админ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страции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бюдже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сигнов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общег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венные вопросы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265796,81</w:t>
            </w:r>
          </w:p>
        </w:tc>
      </w:tr>
      <w:tr w:rsidR="00F15CB7" w:rsidRPr="00B2435A" w:rsidTr="00116B0E">
        <w:trPr>
          <w:trHeight w:val="52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«Разв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тие 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пальной службы в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«Реал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тий,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правле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на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на 2014-2023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3C6FE1">
        <w:trPr>
          <w:trHeight w:val="888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макс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мальных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ловий для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 и укомпле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тования органов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выс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ка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рами"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приятия, напра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ленные на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4 295,00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4 295,00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Реализ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ция гос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ций, св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занных с общег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венным управл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нием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260890,81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гих обяз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тельств органа местного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260890,81</w:t>
            </w:r>
          </w:p>
        </w:tc>
      </w:tr>
      <w:tr w:rsidR="00F15CB7" w:rsidRPr="00B2435A" w:rsidTr="00116B0E">
        <w:trPr>
          <w:trHeight w:val="16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гих (пр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чих)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зательств органа местного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260890,81</w:t>
            </w:r>
          </w:p>
        </w:tc>
      </w:tr>
      <w:tr w:rsidR="00F15CB7" w:rsidRPr="00B2435A" w:rsidTr="00E54331">
        <w:trPr>
          <w:trHeight w:val="91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211390,81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сигнов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С1404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49 500,00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Мобил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зацио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и внево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сковая подгото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деятел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ность 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ганов 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Непр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расходы органов м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стного сам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управл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54331">
        <w:trPr>
          <w:trHeight w:val="78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Осущес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вление первичн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вои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ского уч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та на те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риях, где отсу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ствуют 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енные комисс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риаты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54331">
        <w:trPr>
          <w:trHeight w:val="160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целях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ганами, казенн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дениями,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внебю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76 557,60</w:t>
            </w:r>
          </w:p>
        </w:tc>
      </w:tr>
      <w:tr w:rsidR="00F15CB7" w:rsidRPr="00B2435A" w:rsidTr="00E54331">
        <w:trPr>
          <w:trHeight w:val="9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12 709,40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53 320,00</w:t>
            </w:r>
          </w:p>
        </w:tc>
      </w:tr>
      <w:tr w:rsidR="00F15CB7" w:rsidRPr="00B2435A" w:rsidTr="00E54331">
        <w:trPr>
          <w:trHeight w:val="6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Защита насел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и те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вычайных ситу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 природн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и те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ногенного характ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ра,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жарная безопа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54331">
        <w:trPr>
          <w:trHeight w:val="18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«Пожа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пасность и защ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насел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и те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Щекинск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сельс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области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выча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туаций на 2014-2020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3B5110">
        <w:trPr>
          <w:trHeight w:val="3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комплек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жизнеде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от чрезв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туаций природн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ногенного характ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ра, 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бильн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техноге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становки»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«Пожа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пасность и защ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Щекинск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области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выча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туаций на 2014-2020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риод до 2023 года"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боты по пред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и пресеч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рушений требов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жарной безопа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правил повед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на водных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13 2 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на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мер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вовой и 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альной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щиты добр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вольных пожа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и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держки общес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объед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жарной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раны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54331">
        <w:trPr>
          <w:trHeight w:val="85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52 000,00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571854,00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Другие вопросы в области наци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нальной эконом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571731,00</w:t>
            </w:r>
          </w:p>
        </w:tc>
      </w:tr>
      <w:tr w:rsidR="00F15CB7" w:rsidRPr="00B2435A" w:rsidTr="00E54331">
        <w:trPr>
          <w:trHeight w:val="18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"Управл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ществом и земел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сурсами Щекинск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сельс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области на 2019 - 2021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тиву 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304000,00</w:t>
            </w:r>
          </w:p>
        </w:tc>
      </w:tr>
      <w:tr w:rsidR="00F15CB7" w:rsidRPr="00B2435A" w:rsidTr="003C6FE1">
        <w:trPr>
          <w:trHeight w:val="16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"Сове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шенств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вание системы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ществом 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сурсами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"Управл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ществом и 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сурсами Щекинск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области на 2019 - 2021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тиву  до 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B5110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304000,00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"Пров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дение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полит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ношений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304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приятия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отнош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101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С1467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101</w:t>
            </w:r>
            <w:r w:rsidRPr="00B2435A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приятия в области земел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202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500,00</w:t>
            </w:r>
          </w:p>
        </w:tc>
      </w:tr>
      <w:tr w:rsidR="00F15CB7" w:rsidRPr="00B2435A" w:rsidTr="00E54331">
        <w:trPr>
          <w:trHeight w:val="85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С1468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</w:t>
            </w:r>
            <w:r w:rsidRPr="00B2435A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 «Ра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витие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лого и средн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предпр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тельства на терр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тории МО «Щеки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ский сельс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вет»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области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ды»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грамма «Форм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рование благопр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ятных у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ловий для устойч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вого фун</w:t>
            </w:r>
            <w:r w:rsidRPr="00B2435A">
              <w:rPr>
                <w:rFonts w:ascii="Arial" w:hAnsi="Arial" w:cs="Arial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sz w:val="24"/>
                <w:szCs w:val="24"/>
              </w:rPr>
              <w:t>ционир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вания и развития малого и среден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предпр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тельс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ва» 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приятие "Подг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товка и участие в реги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нальных и межр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гионал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в</w:t>
            </w:r>
            <w:r w:rsidRPr="00B2435A">
              <w:rPr>
                <w:rFonts w:ascii="Arial" w:hAnsi="Arial" w:cs="Arial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sz w:val="24"/>
                <w:szCs w:val="24"/>
              </w:rPr>
              <w:t>ставках, ярма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ках, конку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сках и других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прият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ях"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Обесп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чение у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ловий для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sz w:val="24"/>
                <w:szCs w:val="24"/>
              </w:rPr>
              <w:t>вития малого и среднего предпр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тельства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ХОЯЙСТВО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438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116,00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Благоус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ство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18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ти"Обеспечение досту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 комфор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жильем и комм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нальн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ми усл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гами гр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ждан  в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на 2019-2021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период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07 0 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благоус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ления»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благопр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ятных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ловий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дежной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боты  жили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но-комм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нальгого хозяйс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приятия по благ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устройс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ву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306</w:t>
            </w:r>
            <w:r w:rsidRPr="00B2435A">
              <w:rPr>
                <w:rFonts w:ascii="Arial" w:hAnsi="Arial" w:cs="Arial"/>
                <w:sz w:val="24"/>
                <w:szCs w:val="24"/>
              </w:rPr>
              <w:t>916,00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ind w:left="-10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162,84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Культ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ind w:right="-108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«Разв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тие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в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ind w:left="-105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54331">
        <w:trPr>
          <w:trHeight w:val="22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родного творчес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 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но-досуг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вой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«Разв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 на 2014-2023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ды»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ind w:left="-105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культу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но-досуг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вой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ind w:left="-105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Зарабо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и начи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на выплаты по опл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труда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ников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родских и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13330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478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126,00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целях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ганами, казенн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дениями,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внебю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13330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478</w:t>
            </w:r>
            <w:r w:rsidRPr="00B2435A">
              <w:rPr>
                <w:rFonts w:ascii="Arial" w:hAnsi="Arial" w:cs="Arial"/>
                <w:sz w:val="24"/>
                <w:szCs w:val="24"/>
              </w:rPr>
              <w:t>126,00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Реализ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приятий, напра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ленных на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платы и начисл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на выплаты по опл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труда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ников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родских и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S3330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863</w:t>
            </w:r>
            <w:r w:rsidRPr="00B2435A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F15CB7" w:rsidRPr="00B2435A" w:rsidTr="00116B0E">
        <w:trPr>
          <w:trHeight w:val="349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целях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ганами, казенн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дениями,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ганами управл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внебю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жетными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S3330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863</w:t>
            </w:r>
            <w:r w:rsidRPr="00B2435A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(оказ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услуг)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435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667,84</w:t>
            </w:r>
          </w:p>
        </w:tc>
      </w:tr>
      <w:tr w:rsidR="00F15CB7" w:rsidRPr="00B2435A" w:rsidTr="00E54331">
        <w:trPr>
          <w:trHeight w:val="85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414</w:t>
            </w:r>
            <w:r w:rsidRPr="00B2435A">
              <w:rPr>
                <w:rFonts w:ascii="Arial" w:hAnsi="Arial" w:cs="Arial"/>
                <w:sz w:val="24"/>
                <w:szCs w:val="24"/>
              </w:rPr>
              <w:t>167,84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сигнов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21 500,00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Социал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тика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Пенсио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ное 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печение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15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«Соц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альная поддер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ка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br/>
              <w:t>в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на 2020 – 2022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2024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22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альная поддер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дельных катег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рий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ждан»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«Соц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альная поддер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br/>
              <w:t>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на 2020 – 2022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2024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112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"Предо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выплат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 за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слугу лет,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лат к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сиям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служ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щих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Выплата пенсий за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слугу лет и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к пенсиям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служ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щих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72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Социал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печение и иные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116B0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217</w:t>
            </w:r>
            <w:r w:rsidRPr="00B2435A">
              <w:rPr>
                <w:rFonts w:ascii="Arial" w:hAnsi="Arial" w:cs="Arial"/>
                <w:sz w:val="24"/>
                <w:szCs w:val="24"/>
              </w:rPr>
              <w:t>619,04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Физич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ская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тура и спорт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75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Масс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вый спорт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189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пальная 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«Пов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шение эффе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сти раб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 с молод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жью,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ганиз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ция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дыха и оздоро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тей,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лодежи развитие физич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и спорта на террит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 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на 2021-2023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план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вый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2025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08 0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30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грамма «Реал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полит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 в сфере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спорта»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«Пов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шение эффе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тивности работы с молод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жью,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дыха и оздоро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тей,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лодежи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спорта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на 2021-2023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план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2025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75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приятие "Сове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шенств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вание системы физич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во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для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личных групп и катег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рий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150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ловий,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вающих повыш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мот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вации 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телей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области к регуля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зан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тиям 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зич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культ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рой и спортом и 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рового образа жизни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54331">
        <w:trPr>
          <w:trHeight w:val="720"/>
        </w:trPr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работ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BB6E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</w:tbl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Приложение №9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к решению Собрания Депутатов Щекинского сельсовета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от 23.12.2020г. № 212 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( в редакции решения Собрания депутатов 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 Рыльского района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от 21 января 2021г  №213)</w:t>
      </w:r>
    </w:p>
    <w:p w:rsidR="00F15CB7" w:rsidRPr="00016A29" w:rsidRDefault="00F15CB7" w:rsidP="00DC7CF6">
      <w:pPr>
        <w:jc w:val="right"/>
        <w:rPr>
          <w:rFonts w:ascii="Arial" w:hAnsi="Arial" w:cs="Arial"/>
          <w:b/>
          <w:sz w:val="32"/>
          <w:szCs w:val="32"/>
        </w:rPr>
      </w:pPr>
    </w:p>
    <w:p w:rsidR="00F15CB7" w:rsidRDefault="00F15CB7" w:rsidP="00DC7CF6">
      <w:pPr>
        <w:jc w:val="right"/>
        <w:rPr>
          <w:rFonts w:ascii="Arial" w:hAnsi="Arial" w:cs="Arial"/>
          <w:b/>
          <w:sz w:val="32"/>
          <w:szCs w:val="32"/>
        </w:rPr>
      </w:pPr>
    </w:p>
    <w:p w:rsidR="00F15CB7" w:rsidRPr="00016A29" w:rsidRDefault="00F15CB7" w:rsidP="00DC7CF6">
      <w:pPr>
        <w:jc w:val="right"/>
        <w:rPr>
          <w:rFonts w:ascii="Arial" w:hAnsi="Arial" w:cs="Arial"/>
          <w:b/>
          <w:sz w:val="32"/>
          <w:szCs w:val="32"/>
        </w:rPr>
      </w:pPr>
    </w:p>
    <w:p w:rsidR="00F15CB7" w:rsidRPr="00016A29" w:rsidRDefault="00F15CB7" w:rsidP="00E54331">
      <w:pPr>
        <w:jc w:val="center"/>
        <w:rPr>
          <w:rFonts w:ascii="Arial" w:hAnsi="Arial" w:cs="Arial"/>
          <w:b/>
          <w:sz w:val="32"/>
          <w:szCs w:val="32"/>
        </w:rPr>
      </w:pPr>
      <w:r w:rsidRPr="00016A29">
        <w:rPr>
          <w:rFonts w:ascii="Arial" w:hAnsi="Arial" w:cs="Arial"/>
          <w:b/>
          <w:bCs/>
          <w:color w:val="000000"/>
          <w:sz w:val="32"/>
          <w:szCs w:val="32"/>
        </w:rPr>
        <w:t>Ведомственная структура расходов бюджета Щекинск</w:t>
      </w:r>
      <w:r w:rsidRPr="00016A29">
        <w:rPr>
          <w:rFonts w:ascii="Arial" w:hAnsi="Arial" w:cs="Arial"/>
          <w:b/>
          <w:bCs/>
          <w:color w:val="000000"/>
          <w:sz w:val="32"/>
          <w:szCs w:val="32"/>
        </w:rPr>
        <w:t>о</w:t>
      </w:r>
      <w:r w:rsidRPr="00016A29">
        <w:rPr>
          <w:rFonts w:ascii="Arial" w:hAnsi="Arial" w:cs="Arial"/>
          <w:b/>
          <w:bCs/>
          <w:color w:val="000000"/>
          <w:sz w:val="32"/>
          <w:szCs w:val="32"/>
        </w:rPr>
        <w:t>го сельсовета Рыльского района Курской области на 2021 год</w:t>
      </w:r>
    </w:p>
    <w:p w:rsidR="00F15CB7" w:rsidRPr="00B2435A" w:rsidRDefault="00F15CB7" w:rsidP="00DC7CF6">
      <w:pPr>
        <w:jc w:val="right"/>
        <w:rPr>
          <w:rFonts w:ascii="Arial" w:hAnsi="Arial" w:cs="Arial"/>
          <w:sz w:val="24"/>
          <w:szCs w:val="24"/>
        </w:rPr>
      </w:pPr>
    </w:p>
    <w:tbl>
      <w:tblPr>
        <w:tblW w:w="8991" w:type="dxa"/>
        <w:tblInd w:w="108" w:type="dxa"/>
        <w:tblLayout w:type="fixed"/>
        <w:tblLook w:val="0000"/>
      </w:tblPr>
      <w:tblGrid>
        <w:gridCol w:w="1005"/>
        <w:gridCol w:w="871"/>
        <w:gridCol w:w="920"/>
        <w:gridCol w:w="960"/>
        <w:gridCol w:w="960"/>
        <w:gridCol w:w="808"/>
        <w:gridCol w:w="1007"/>
        <w:gridCol w:w="960"/>
        <w:gridCol w:w="1500"/>
      </w:tblGrid>
      <w:tr w:rsidR="00F15CB7" w:rsidRPr="00B2435A" w:rsidTr="00E259B5">
        <w:trPr>
          <w:gridBefore w:val="7"/>
          <w:wBefore w:w="6531" w:type="dxa"/>
          <w:trHeight w:val="360"/>
        </w:trPr>
        <w:tc>
          <w:tcPr>
            <w:tcW w:w="24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bookmarkStart w:id="3" w:name="RANGE!A1:I168"/>
            <w:bookmarkEnd w:id="3"/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 на 2021 год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С Е Г О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4337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805,69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рация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4337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805,69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1189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466,81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вание вы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шего дол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лица суб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ъ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екта 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Фед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рации и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469 000,00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вания гл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469 000,00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Глава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нение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вание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ства 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Фед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рации, вы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ших 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полн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гос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ной вл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сти суб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ъ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ектов 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Фед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рации, мес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адм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371 000,00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вания мес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адм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раций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371 000,00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адм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рации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нение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ности 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нанс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вых, 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говых и 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и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нанс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вого (ф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нанс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во-бю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жетн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го) надз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42 670,00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но-сче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36 000,00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Апп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рат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трол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но-сче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органа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74 3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ме</w:t>
            </w:r>
            <w:r w:rsidRPr="00B2435A">
              <w:rPr>
                <w:rFonts w:ascii="Arial" w:hAnsi="Arial" w:cs="Arial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ферты на ос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чий в сфере вне</w:t>
            </w:r>
            <w:r w:rsidRPr="00B2435A">
              <w:rPr>
                <w:rFonts w:ascii="Arial" w:hAnsi="Arial" w:cs="Arial"/>
                <w:sz w:val="24"/>
                <w:szCs w:val="24"/>
              </w:rPr>
              <w:t>ш</w:t>
            </w:r>
            <w:r w:rsidRPr="00B2435A">
              <w:rPr>
                <w:rFonts w:ascii="Arial" w:hAnsi="Arial" w:cs="Arial"/>
                <w:sz w:val="24"/>
                <w:szCs w:val="24"/>
              </w:rPr>
              <w:t>него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ф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нанс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вого ко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троля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Ме</w:t>
            </w:r>
            <w:r w:rsidRPr="00B2435A">
              <w:rPr>
                <w:rFonts w:ascii="Arial" w:hAnsi="Arial" w:cs="Arial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ферты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от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ному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ону в сф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 вну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нанс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вого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троля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ферты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выб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ров и реф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думов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40 000,00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програ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40 000,00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Подг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товка и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вед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выб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Сп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циал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зер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ды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зер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ды орг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78 0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зер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фо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ды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зер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ный фонд мес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ной адм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рации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асси</w:t>
            </w:r>
            <w:r w:rsidRPr="00B2435A">
              <w:rPr>
                <w:rFonts w:ascii="Arial" w:hAnsi="Arial" w:cs="Arial"/>
                <w:sz w:val="24"/>
                <w:szCs w:val="24"/>
              </w:rPr>
              <w:t>г</w:t>
            </w:r>
            <w:r w:rsidRPr="00B2435A">
              <w:rPr>
                <w:rFonts w:ascii="Arial" w:hAnsi="Arial" w:cs="Arial"/>
                <w:sz w:val="24"/>
                <w:szCs w:val="24"/>
              </w:rPr>
              <w:t>нов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общ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ные вопр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265 796,81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«Энергосб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и пов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шение эне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гет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ческой э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сти 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пер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од 2010– 2015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тиву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ма"Активиз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раб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по 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шению эне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гоэ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"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"Эне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госб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и 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шение эне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э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од 2010– 2015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тиву до 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э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тивной эне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госб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щей 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тики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ятия в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 эне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госб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реж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витие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ной слу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бы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ятий,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на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слу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бы»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слу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бы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дание ма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для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слу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бы и уко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выс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профе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ка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рами"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ятия,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на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слу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4 295,00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ция гос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фун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ций, св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ных с общ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ем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нение других обяз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тельств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нение других (пр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чих) обяз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тельств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гана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76 1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211 390,81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асси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49 500,00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де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ность орг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611,00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 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ганов мес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611,00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ме</w:t>
            </w:r>
            <w:r w:rsidRPr="00B2435A">
              <w:rPr>
                <w:rFonts w:ascii="Arial" w:hAnsi="Arial" w:cs="Arial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ферты на с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жание рабо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ника, ос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вля</w:t>
            </w:r>
            <w:r w:rsidRPr="00B2435A">
              <w:rPr>
                <w:rFonts w:ascii="Arial" w:hAnsi="Arial" w:cs="Arial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sz w:val="24"/>
                <w:szCs w:val="24"/>
              </w:rPr>
              <w:t>щего в</w:t>
            </w:r>
            <w:r w:rsidRPr="00B2435A">
              <w:rPr>
                <w:rFonts w:ascii="Arial" w:hAnsi="Arial" w:cs="Arial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sz w:val="24"/>
                <w:szCs w:val="24"/>
              </w:rPr>
              <w:t>полнение пер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чий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611,00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611,00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Моб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цио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и вн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сковая подг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де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ность орг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 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ганов мес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пе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вичн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инск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уч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ях, где отсу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ствуют вое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коми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сари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76 557,60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12 709,40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53 320,00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ская об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рона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"П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и 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щита нас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и те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 на 2014-2020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риод до 2023 года" 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22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жи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и 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ра, 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обст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новки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ти"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ность 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щита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на 2014-2020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риод до 2023 года" 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ление "Ос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ям в сфере 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ятий по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роне 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роне, защ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и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и 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роны, защ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и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торий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ций,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людей на во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ление "Ос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ям в сфере 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ния,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жания и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зации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ав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рийно-спас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служб и (или) ав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рийно-спас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ваний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03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роны, защ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и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торий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ций,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людей на во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та 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 и терр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тории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родн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и техн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генн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х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ракт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ра,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жарная без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ность и 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щита нас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и те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ций на 2014-2020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18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"Обеспеч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жи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и 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ра, 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обст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новки"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ность 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щита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на 2014-2020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риод до 2023 года " 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раб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по пред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дению и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нар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шений треб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и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вил 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 на во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13 2 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на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мер прав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вой и 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защ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ровол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жарных и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объ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жарной охр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E259B5">
        <w:trPr>
          <w:trHeight w:val="39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Другие вопр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сы в обла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ти 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ной без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пасн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сти и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охран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ной де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ности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ти"Проф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лакт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ка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сту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лений и иных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вон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руш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ний в Щ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ды 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ма «Обеспеч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 прав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поря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ка  на 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ния»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ти"Проф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лакт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ка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сту</w:t>
            </w:r>
            <w:r w:rsidRPr="00B2435A">
              <w:rPr>
                <w:rFonts w:ascii="Arial" w:hAnsi="Arial" w:cs="Arial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лений и иных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вон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руш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ний в Щ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  на 2014-2023 г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ятие"Реал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зация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ятий н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на обе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прав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поря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ка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ятий н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на обе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прав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поря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ка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ятий по п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данным 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чиям в сфере уч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стия в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лакт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ке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ризма и эк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мизма, а та</w:t>
            </w:r>
            <w:r w:rsidRPr="00B2435A">
              <w:rPr>
                <w:rFonts w:ascii="Arial" w:hAnsi="Arial" w:cs="Arial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sz w:val="24"/>
                <w:szCs w:val="24"/>
              </w:rPr>
              <w:t>же в мин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миз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ции и (или) ликв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дации п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сле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ствий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явл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ний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ризма и эк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мизма в гр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ницах пос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571 854,00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Тран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порт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програм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ная де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ность орг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нов мес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77 0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грам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ные расх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 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ганов мес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сам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упра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ям по созд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нию усл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вий для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до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тавл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услуг нас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лению и 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ган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зация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</w:t>
            </w:r>
            <w:r w:rsidRPr="00B2435A">
              <w:rPr>
                <w:rFonts w:ascii="Arial" w:hAnsi="Arial" w:cs="Arial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sz w:val="24"/>
                <w:szCs w:val="24"/>
              </w:rPr>
              <w:t>сл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жив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 нас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 в гр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ницах пос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ления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Другие вопр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сы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эк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571 731,00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"Упра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ление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вом и 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ресу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сами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2019 - 2021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тиву 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E259B5">
        <w:trPr>
          <w:trHeight w:val="18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"С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вание сист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вом 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ресу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сами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вом и 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ресу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сами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2019 - 2021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тиву  до 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тики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шений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ятия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101 500,00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С1467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101 500,00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ятия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202 500,00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С1468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202 500,00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 «Ра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витие мал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и сре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него пре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ства на терр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тории МО «Щ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ский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совет»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ды»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ма «Фо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мир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вание благ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прия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усл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вий для усто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чив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фун</w:t>
            </w:r>
            <w:r w:rsidRPr="00B2435A">
              <w:rPr>
                <w:rFonts w:ascii="Arial" w:hAnsi="Arial" w:cs="Arial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sz w:val="24"/>
                <w:szCs w:val="24"/>
              </w:rPr>
              <w:t>ци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нир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вания и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sz w:val="24"/>
                <w:szCs w:val="24"/>
              </w:rPr>
              <w:t>вития мал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и ср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ден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пре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ства»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sz w:val="24"/>
                <w:szCs w:val="24"/>
              </w:rPr>
              <w:t>витие мал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и сре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него пре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МО «Щ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ский 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совет» Рыл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ды»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но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ятие "По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гото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ка и уч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стие в реги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и ме</w:t>
            </w:r>
            <w:r w:rsidRPr="00B2435A">
              <w:rPr>
                <w:rFonts w:ascii="Arial" w:hAnsi="Arial" w:cs="Arial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sz w:val="24"/>
                <w:szCs w:val="24"/>
              </w:rPr>
              <w:t>реги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в</w:t>
            </w:r>
            <w:r w:rsidRPr="00B2435A">
              <w:rPr>
                <w:rFonts w:ascii="Arial" w:hAnsi="Arial" w:cs="Arial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sz w:val="24"/>
                <w:szCs w:val="24"/>
              </w:rPr>
              <w:t>ста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ках, я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ма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ках, ко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сках и других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ятиях"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Обе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усл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вий для разв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тия мал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и сре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него пре</w:t>
            </w:r>
            <w:r w:rsidRPr="00B2435A">
              <w:rPr>
                <w:rFonts w:ascii="Arial" w:hAnsi="Arial" w:cs="Arial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40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266 731,00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дание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ем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в «М/О»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266 731,00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ям по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 в соо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вии с Фед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зак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 от 24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 2007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 N 221-ФЗ «О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 кад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стре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сти»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кад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вых работ и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ка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ты-плана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в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ницах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266 731,00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ятия по внес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в 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реестр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движим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свед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о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и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186 712,00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186 712,00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ятий по внес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в 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реестр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движим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свед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о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и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S3600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80 019,00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S3600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80 019,00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ЖИЛИЩНО-КОММУНАЛЬНОЕ ХОЯЙСТВО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438 116,00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ное хозя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ство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18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кач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гами ЖКХ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ям по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ции в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эле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тро-,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ло-, газо- и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сна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жения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ления, вод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дения, сна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жения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топл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вом в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делах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чий, уст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зак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ством 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Фед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рации"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хозя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асси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131 200,00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Благ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ройс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во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07 0 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благ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ния» 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ем и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мунал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гами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2019-2021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2023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дание благ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прия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раб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 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мунал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гого хозя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ятия по благ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ройс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ву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1777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162,84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витие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тво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 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турно-дос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говой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 на 2014-2023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ды»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турно-дос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говой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E259B5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>1776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793,84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 и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по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лате труда рабо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ников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горо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и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13330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13330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ятий,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на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зар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ботной 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и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по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лате труда рабо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ников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горо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и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ских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S3330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863 000,00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перс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полнения фун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 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дами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S3330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863 000,00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на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(ок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зание услуг)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435 667,84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414 167,84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ные асси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21 500,00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тия и укре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мат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ально-техн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зы домов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в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тах с чи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лом жит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лей до 50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сяч чел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L4670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L4670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Другие вопр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сы в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туры, кин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фии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витие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112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дие»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ды»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18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от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ским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ям по сохр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нению,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нии и поп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зации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дия (п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мятн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ков ист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туры), нах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щихся в 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ления,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рана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дия (п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мятн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ков ист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туры)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ного) знач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ния,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по 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 для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ятий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тика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сио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ное обе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альная по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ка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2020 – 2022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риод до 2024 года»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кат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горий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ная 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br/>
              <w:t>в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2020 – 2022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риод до 2024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пенсий за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слугу лет,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лат к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сиям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жащих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плата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сий за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слугу лет и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к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сиям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жащих 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ное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и иные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платы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лению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ческая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тура и спорт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совый спорт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150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«П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выш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ние э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сти раб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ты с мол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жью, орг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ция отд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ха и озд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тей, мол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дежи разв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тие физ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ческой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и спорта на терр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тории  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2021-2023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новый пер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од до 2025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08 0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169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 «Ре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тики в сфере физ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та»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э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раб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с мол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жью,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ция отд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ха и 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тей, мол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дежи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физ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спорта на терр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2021-2023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и на 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новый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од до 2025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новное мер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ятие "С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вание сист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физ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восп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тания для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групп и кат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горий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ления"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750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дание усл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вий,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ю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щих 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шение мот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вации жит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лей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к рег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зан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тиям физ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турой и спо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том и 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здор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вого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раза жизни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E259B5">
        <w:trPr>
          <w:trHeight w:val="375"/>
        </w:trPr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ка 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(мун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001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CB7" w:rsidRPr="00B2435A" w:rsidRDefault="00F15CB7" w:rsidP="00AC659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AC659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</w:tbl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F45A51">
      <w:pPr>
        <w:jc w:val="both"/>
        <w:rPr>
          <w:rFonts w:ascii="Arial" w:hAnsi="Arial" w:cs="Arial"/>
          <w:sz w:val="24"/>
          <w:szCs w:val="24"/>
        </w:rPr>
      </w:pPr>
    </w:p>
    <w:p w:rsidR="00F15CB7" w:rsidRPr="00B2435A" w:rsidRDefault="00F15CB7" w:rsidP="0084254F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Приложение № 11</w:t>
      </w:r>
    </w:p>
    <w:p w:rsidR="00F15CB7" w:rsidRPr="00B2435A" w:rsidRDefault="00F15CB7" w:rsidP="00E259B5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к решению</w:t>
      </w:r>
      <w:r>
        <w:rPr>
          <w:rFonts w:ascii="Arial" w:hAnsi="Arial" w:cs="Arial"/>
          <w:sz w:val="24"/>
          <w:szCs w:val="24"/>
        </w:rPr>
        <w:t xml:space="preserve"> </w:t>
      </w:r>
      <w:r w:rsidRPr="00B2435A">
        <w:rPr>
          <w:rFonts w:ascii="Arial" w:hAnsi="Arial" w:cs="Arial"/>
          <w:sz w:val="24"/>
          <w:szCs w:val="24"/>
        </w:rPr>
        <w:t xml:space="preserve">Собрания Депутатов </w:t>
      </w:r>
    </w:p>
    <w:p w:rsidR="00F15CB7" w:rsidRPr="00B2435A" w:rsidRDefault="00F15CB7" w:rsidP="0084254F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Щекинского сельсовета</w:t>
      </w:r>
    </w:p>
    <w:p w:rsidR="00F15CB7" w:rsidRPr="00B2435A" w:rsidRDefault="00F15CB7" w:rsidP="00E259B5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Рыльского района от 23.12.2020г. № 212 </w:t>
      </w:r>
    </w:p>
    <w:p w:rsidR="00F15CB7" w:rsidRPr="00B2435A" w:rsidRDefault="00F15CB7" w:rsidP="00E259B5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 (в редакции решения Собрания депутатов </w:t>
      </w:r>
    </w:p>
    <w:p w:rsidR="00F15CB7" w:rsidRPr="00B2435A" w:rsidRDefault="00F15CB7" w:rsidP="00E259B5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 xml:space="preserve">Щекинского сельсовета Рыльского района </w:t>
      </w:r>
    </w:p>
    <w:p w:rsidR="00F15CB7" w:rsidRPr="00B2435A" w:rsidRDefault="00F15CB7" w:rsidP="0084254F">
      <w:pPr>
        <w:jc w:val="right"/>
        <w:rPr>
          <w:rFonts w:ascii="Arial" w:hAnsi="Arial" w:cs="Arial"/>
          <w:sz w:val="24"/>
          <w:szCs w:val="24"/>
        </w:rPr>
      </w:pPr>
      <w:r w:rsidRPr="00B2435A">
        <w:rPr>
          <w:rFonts w:ascii="Arial" w:hAnsi="Arial" w:cs="Arial"/>
          <w:sz w:val="24"/>
          <w:szCs w:val="24"/>
        </w:rPr>
        <w:t>от 21 января 2021г. № 213)</w:t>
      </w:r>
    </w:p>
    <w:p w:rsidR="00F15CB7" w:rsidRDefault="00F15CB7" w:rsidP="001E55AF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Default="00F15CB7" w:rsidP="001E55AF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1E55AF" w:rsidRDefault="00F15CB7" w:rsidP="001E55AF">
      <w:pPr>
        <w:jc w:val="center"/>
        <w:rPr>
          <w:rFonts w:ascii="Arial" w:hAnsi="Arial" w:cs="Arial"/>
          <w:b/>
          <w:sz w:val="32"/>
          <w:szCs w:val="32"/>
        </w:rPr>
      </w:pPr>
    </w:p>
    <w:p w:rsidR="00F15CB7" w:rsidRPr="001E55AF" w:rsidRDefault="00F15CB7" w:rsidP="001E55AF">
      <w:pPr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Распределение бюджетных ассигнований по  целевым статьям (муниципальным программам Щекинского сельсовета Рыльского района Курской области и н</w:t>
      </w: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программным направлениям деятельности), группам видов расходов классификации расходов бюджета Щ</w:t>
      </w: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е</w:t>
      </w: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кинского сельсовета Рыльского района</w:t>
      </w:r>
    </w:p>
    <w:p w:rsidR="00F15CB7" w:rsidRPr="001E55AF" w:rsidRDefault="00F15CB7" w:rsidP="001E55AF">
      <w:pPr>
        <w:jc w:val="center"/>
        <w:rPr>
          <w:rFonts w:ascii="Arial" w:hAnsi="Arial" w:cs="Arial"/>
          <w:b/>
          <w:sz w:val="32"/>
          <w:szCs w:val="32"/>
        </w:rPr>
      </w:pPr>
      <w:r w:rsidRPr="001E55AF">
        <w:rPr>
          <w:rFonts w:ascii="Arial" w:hAnsi="Arial" w:cs="Arial"/>
          <w:b/>
          <w:bCs/>
          <w:color w:val="000000"/>
          <w:sz w:val="32"/>
          <w:szCs w:val="32"/>
        </w:rPr>
        <w:t>Курской области на 2021 год</w:t>
      </w:r>
    </w:p>
    <w:p w:rsidR="00F15CB7" w:rsidRPr="001E55AF" w:rsidRDefault="00F15CB7" w:rsidP="001E55AF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9181" w:type="dxa"/>
        <w:tblInd w:w="108" w:type="dxa"/>
        <w:tblLayout w:type="fixed"/>
        <w:tblLook w:val="0000"/>
      </w:tblPr>
      <w:tblGrid>
        <w:gridCol w:w="2881"/>
        <w:gridCol w:w="1060"/>
        <w:gridCol w:w="860"/>
        <w:gridCol w:w="1280"/>
        <w:gridCol w:w="1260"/>
        <w:gridCol w:w="1840"/>
      </w:tblGrid>
      <w:tr w:rsidR="00F15CB7" w:rsidRPr="00B2435A" w:rsidTr="0084254F">
        <w:trPr>
          <w:gridBefore w:val="5"/>
          <w:wBefore w:w="7341" w:type="dxa"/>
          <w:trHeight w:val="375"/>
        </w:trPr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4" w:name="RANGE!A1:I132"/>
            <w:bookmarkEnd w:id="4"/>
            <w:r w:rsidRPr="00B2435A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F15CB7" w:rsidRPr="00B2435A" w:rsidTr="00DC7CF6">
        <w:trPr>
          <w:trHeight w:val="108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 С Е Г О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4 337 805,69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«Развитие культуры в Щекинском сельсов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 Рыльского района Курской 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ласти  на 2014-2023 годы»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01 0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1 777 162,84</w:t>
            </w:r>
          </w:p>
        </w:tc>
      </w:tr>
      <w:tr w:rsidR="00F15CB7" w:rsidRPr="00B2435A" w:rsidTr="004E1663">
        <w:trPr>
          <w:trHeight w:val="349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народного творч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и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турно-досуговой деятельн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в Щекинском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области» муниципальной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граммы Щекинского сельсовета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культуры в Щекинском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Рыльского района Курской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ласти  на 2014-2023 годы»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1 776 793,84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"Организация культу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но-досуговой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1 776 793,84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Заработная плата и начисления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по оплате труда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ботников учр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ждений культуры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образований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родских и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персоналу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478 126,00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тий, направле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на обесп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чение выплат заработной платы и начислений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по оплате труда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ботников учреждений культуры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образований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родских и сельских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S3330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863 000,00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персоналу в 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нами,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S3330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863 000,00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деятельности (ок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зание услуг)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 учре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435 667,84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414 167,84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21 500,00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Обеспечение 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тия и укрепления матер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ально-технической 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зы домов культуры в населенных пунктах с числом жителей до 50 тысяч чел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век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L4670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L4670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следие»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программы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«Разв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культуры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вете 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ской области на 2014-2023 годы»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DC7CF6">
        <w:trPr>
          <w:trHeight w:val="18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мочий  от муниципального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 по сохранению, использовании и поп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ляризации объе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 культурного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следия (п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мятников истории и культуры), находящи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ся в собственности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селения, охрана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ъ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ектов культурного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следия (памятников 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тории и культуры) местного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ного) значения, расп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ложенных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по созданию условий для проведения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тий в области культуры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369,00</w:t>
            </w:r>
          </w:p>
        </w:tc>
      </w:tr>
      <w:tr w:rsidR="00F15CB7" w:rsidRPr="00B2435A" w:rsidTr="00DC7CF6">
        <w:trPr>
          <w:trHeight w:val="94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Щекинского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«Социальная по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держка граждан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кинском сельсовете Рыльского района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области на 2020 – 2022 годы и на период до 2024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02 0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альная поддержка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дельных кат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горий граждан»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программы 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«Соц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альная поддержка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ждан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br/>
              <w:t>в Щекинском сельсов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 на 2020 – 2022 годы и на период до 2024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"Предоставление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плат пенсий за выслугу лет, доплат к пенсиям муниципальных 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жащих муниципального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разования"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Выплата пенсий за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слугу лет и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лат к пенсиям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сл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жащих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Социальное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и иные выпл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населению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С1445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217 619,04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"Управление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ципальным имущес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вом и земельными 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сами Щекинского сельс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вета Рыльского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2019 - 2021 годы и на перспективу  до 2023 года"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04 0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DC7CF6">
        <w:trPr>
          <w:trHeight w:val="18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"С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вершенствование 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темы управления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ниципальным имущ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ством и 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мельными ресурсами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Щекинского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области муниципальной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граммы Щекинского сельсовета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"Управление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ципальным имущес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вом и  земельными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сурсами Щекинского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2019 - 2021 годы и на 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спективу  до 2023 года"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"Проведение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политики в области имуществе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и земельных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ношений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Щекинского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ласти"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304 000,00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имущественных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ношений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101 500,00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101 500,00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Мероприятия в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земельных отнош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202 500,00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04 1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С1468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202 500,00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«Энергосб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режение и повышение энерг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тической эффективн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сти  Щекинского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совета Рыльского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Курской области на период 2010– 2015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 и на перспект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ву до 2020 года»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05 0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ма"Активизация раб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ты по повыш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энергоэффективн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на территории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сельсовета "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ниципальной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Щекинского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совета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области "Энергосбережение и повышение энергет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ческой эффективн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сельсовета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на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од 2010– 2015 годы и на перспе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тиву до 2020 года»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"Проведение эффе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тивной энергосбер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гающей политики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сельсовете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Мероприятия в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 энергосбер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жения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ти"Обеспечение до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тупным и комфор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жильем и коммунал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услугами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в Щекинском сел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совете Рыльского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2019-2021 годы и на период до 2023 года»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07 0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266 731,00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«Со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дание условий для обеспечения досту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и комфортным жильем граждан в «М/О»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программы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сельсовета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"Обеспечение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тупным и комфор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жильем и коммунал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услугами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 в Щеки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ском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вете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2019-2021 годы и на период до 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266 731,00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мочий  от муниципального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 по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зации в соответствии с Фед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ральным законом от 24 июля 2007 года N 221-ФЗ «О государстве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ном кадастре недв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жимости» выпо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нения комплексных кадастр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вых работ и утвержд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карты-плана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ритории в границах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266 731,00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вн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сению в Единый гос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дарственный реестр недвижимости свед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о границах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ципальных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и границах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ленных пунктов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186 712,00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186 712,00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Реализация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тий по внес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нию в Единый государстве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ный реестр недвиж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мости сведений о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ницах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ципальных образований и гран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цах населенных пун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S3600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80 019,00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S3600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80 019,00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ти"Обеспечение до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тупным и комфор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 жильем и коммунал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ными услугами гра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дан  в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ском сельсовете Рыльского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2019-2021 годы и на период до 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07 0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438 116,00</w:t>
            </w:r>
          </w:p>
        </w:tc>
      </w:tr>
      <w:tr w:rsidR="00F15CB7" w:rsidRPr="00B2435A" w:rsidTr="00DC7CF6">
        <w:trPr>
          <w:trHeight w:val="18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печение качественн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 услугами ЖКХ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 Щекинск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сельсовета Рыл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ти»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 програ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мы Щекинского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«Обеспечение до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тупным и комфор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 жильем и коммунал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услугами гра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 в Щекинском 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совете Рыльского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Курской области на 2019-2021 годы и на период до 2023 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131 200,00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мочий  от муниципального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 по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зации в гр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ницах поселения электро-, тепло-, газо- и водоснабжения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селения, водоотвед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ния, снабжения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топливом в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делах полномочий, 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тановленных закон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дательством Росси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Федер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ции"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131 200,00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полном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чий  в области коммунальн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хозя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131 200,00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131 200,00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«Орг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низация благоустро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территории пос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ления»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"Создание благоприя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условий для 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печения надежной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боты  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лищно-коммунальгого хозя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ства в Щекинском сельсовете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Мероприятия по благ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устройству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306 916,00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«Повышение э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фективности 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боты с молодежью, организ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ция отдыха и оздоро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 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тей, молодежи разв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тие физической кул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туры и спорта на территории  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сельсовета Рыльского района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области на 2021-2023 годы и на план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вый период до 2025 года"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08 0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201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лизация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политики в сф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ре физической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спорта»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программы  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кинского сельсовета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«Пов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шение эффективности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боты с молодежью,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зация отдыха и оздоровления 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тей, молодежи развитие физической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туры и спорта на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ритории   Щекинского сельсовета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на 2021-2023 годы и на план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вый период до 2025 года"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"Совершенств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вание системы физ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ческого воспитания для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личных групп и катег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рий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Создание условий, обеспечивающих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вышение мотивации жителей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к регулярным зан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тиям физической кул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турой и спортом и 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дению здорового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раза жизни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08 2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«Развитие муниц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пальной службы в 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кинском сельсовете Рыльского 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она 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на 2014-2023 г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ды»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09 0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лизация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тий, направленных на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службы»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программы «Ра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пальной службы в Щекинском сельсовете Рыльск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района 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на 2014-2023 годы»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"Создание максимал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 условий для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хождения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службы и уко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плектования органов местного самоупра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высокопрофе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сионал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кадрами"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Мероприятия, напра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ленные на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витие муниципальной слу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4 295,00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09 1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4 295,00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грамма Щеки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ского сельсовета Рыльск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ти"Профилактика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ступлений и иных пр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вонарушений в Щеки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ском сельсовете Рыл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ского района Ку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ской области на 2014-2023 годы 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12 0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Подпрограмма «Обе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печение  правоп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рядка  на  территории  мун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ципального образов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ния» муниц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пальной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граммы Щекинского сельс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вета Рыльского района Курской обла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ти"Профилактика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ступлений и иных пр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вонарушений в Щеки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ском сельсовете Рыл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ского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Курской области  на 2014-2023 годы"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sz w:val="24"/>
                <w:szCs w:val="24"/>
              </w:rPr>
              <w:t>тие"Реализация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приятий напра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ленных на обеспечение прав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порядка на территории муниципального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Реализация меропри</w:t>
            </w:r>
            <w:r w:rsidRPr="00B2435A">
              <w:rPr>
                <w:rFonts w:ascii="Arial" w:hAnsi="Arial" w:cs="Arial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sz w:val="24"/>
                <w:szCs w:val="24"/>
              </w:rPr>
              <w:t>тий направле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на обеспечение правоп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рядка на те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ритории муниципального обр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зов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862,00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Реализация меропри</w:t>
            </w:r>
            <w:r w:rsidRPr="00B2435A">
              <w:rPr>
                <w:rFonts w:ascii="Arial" w:hAnsi="Arial" w:cs="Arial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sz w:val="24"/>
                <w:szCs w:val="24"/>
              </w:rPr>
              <w:t>тий по переда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ным полномочиям в сфере участия в профилакт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ке терроризма и эк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тремизма, а также в минимиз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ции и (или) ликвидации последс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вий проявлений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ризма и экстремизма в гран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цах поселения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П1435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Щеки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ского сельсовета Рыльск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го района Курской обла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ти «Пожарная без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пасность и защита 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селения и террит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рии Щекинского сельсовета Рыльского района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ской области от чре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вычайных 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туаций на 2014-2020 годы и на период до 2023 года»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13 0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52 458,00</w:t>
            </w:r>
          </w:p>
        </w:tc>
      </w:tr>
      <w:tr w:rsidR="00F15CB7" w:rsidRPr="00B2435A" w:rsidTr="00DC7CF6">
        <w:trPr>
          <w:trHeight w:val="18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печение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плексной безопасности жизн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деятельности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от чрезвычайных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природного и техногенного характ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ра, стабильности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ногенной обст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новки» муниципальной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граммы Щекинского сельсовета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«Пожарная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пасность и защита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 и территории Щекинского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вычайных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туаций на 2014-2020 годы и на период до 2023 года"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DC7CF6">
        <w:trPr>
          <w:trHeight w:val="150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направл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"Осуществление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мочий  от муниципального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 в сфере осущ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мероприятий по территориальной обороне и гражда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обороне, защите нас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 и территории поселения от чрезв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ы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чайных ситуаций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родного и техногенного хара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к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тера"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полномочий  в области гражда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обороны, защиты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риторий от чрезвычайных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туаций, безопасности людей на водных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ъ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ектах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направл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"Осуществление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мочий  от муниципального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 в сфере созд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ния, содержания и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ганизации деятельн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сти аварийно-спасательных служб и (или) аварийно-спасательных форм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рований на террит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рии поселения"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полномочий  в области гражда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обороны, защиты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 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риторий от чрезвычайных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туаций, безопасности людей на водных об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ъ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ектах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П1460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458,00</w:t>
            </w:r>
          </w:p>
        </w:tc>
      </w:tr>
      <w:tr w:rsidR="00F15CB7" w:rsidRPr="00B2435A" w:rsidTr="004E1663">
        <w:trPr>
          <w:trHeight w:val="1068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Подпрограмма «Обе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печение ко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плексной безопасности жизн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деятельности насел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от чрезвычайных ситу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ций природного и техногенного характ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ра, стабильности те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ногенной обст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новки» муниципальной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граммы Щекинского сельсовета Рыльского района Курской обла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 «Пожарная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пасность и защита 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селения и территории Щекинского сельс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вета Рыльского района Ку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ской области от чре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вычайных 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туаций на 2014-2020 годы и на период до 2023 года"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тие "Организация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боты по предупре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дению и пресечению наруш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ний требований п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жарной без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пасности и правил поведения на водных объектах"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13 2  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образования на обеспечения мер пр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вовой и социал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ной защиты добр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вольных пожарных и поддержки общественных объ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динений пожарной 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раны на территории муниципального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13 2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С1478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52 000,00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Муниципальная пр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грамма «Развитие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лого и среднего пре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д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принимательс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 на территории МО «Щ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кинский сельсовет» Рыльского района Ку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ской области на 2014-2023 годы»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15 0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Подпрограмма «Фо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мирование благопр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ятных условий для у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тойчивого функцион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рования и развития малого и среденего предприним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тельства» 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Основное меропри</w:t>
            </w:r>
            <w:r w:rsidRPr="00B2435A">
              <w:rPr>
                <w:rFonts w:ascii="Arial" w:hAnsi="Arial" w:cs="Arial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sz w:val="24"/>
                <w:szCs w:val="24"/>
              </w:rPr>
              <w:t>тие "Подготовка и участие в региональных и ме</w:t>
            </w:r>
            <w:r w:rsidRPr="00B2435A">
              <w:rPr>
                <w:rFonts w:ascii="Arial" w:hAnsi="Arial" w:cs="Arial"/>
                <w:sz w:val="24"/>
                <w:szCs w:val="24"/>
              </w:rPr>
              <w:t>ж</w:t>
            </w:r>
            <w:r w:rsidRPr="00B2435A">
              <w:rPr>
                <w:rFonts w:ascii="Arial" w:hAnsi="Arial" w:cs="Arial"/>
                <w:sz w:val="24"/>
                <w:szCs w:val="24"/>
              </w:rPr>
              <w:t>региональных выста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ках, ярмарках, конку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сках и других мер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прият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ях"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Обеспечение условий для развития малого и среднего предприн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мательства на терр</w:t>
            </w:r>
            <w:r w:rsidRPr="00B2435A">
              <w:rPr>
                <w:rFonts w:ascii="Arial" w:hAnsi="Arial" w:cs="Arial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sz w:val="24"/>
                <w:szCs w:val="24"/>
              </w:rPr>
              <w:t>тории муниципальн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го образования"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15 1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01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нирования главы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ниципального образ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71 0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469 000,00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Глава муниципальн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образования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функций органов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органами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71 1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469 000,00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функци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нирования местных администраций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73 0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371 000,00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админис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рации муниципального обр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Обеспечение деятел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ности и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ние функций органов мес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ного самоупра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4E1663">
        <w:trPr>
          <w:trHeight w:val="349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органами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371 000,00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73 1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Обеспечение деятел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ности контрол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но-счетных органов мун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ципального образов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36 000,00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Аппарат контрольно-счетного органа мун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ципального образов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74 3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межбюджетные трансферты на осущ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ствление переда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полномочий в сфере внешнего муниципал</w:t>
            </w:r>
            <w:r w:rsidRPr="00B2435A">
              <w:rPr>
                <w:rFonts w:ascii="Arial" w:hAnsi="Arial" w:cs="Arial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финансового ко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троля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74 3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П1484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36 000,00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Непрограмная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тельность органов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стного самоупра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74 0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40 000,00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Непрограмные расх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ды органов местного самоуправления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Подготовка и провед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ние выборов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Специальные расх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ды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77 3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С1441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40 000,00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Реализация государс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венных функций, св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занных с общегосуда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ственным управлением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76 0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обязательств органа местного самоупра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Выполнение других (прочих) обязательств органа местного сам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управления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260 890,81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органами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С1404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211 390,81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Иные бюджетные 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сигнования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С1404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49 500,00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Непрограммная де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я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тельность органов м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стного самоупра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77 0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color w:val="000000"/>
                <w:sz w:val="24"/>
                <w:szCs w:val="24"/>
              </w:rPr>
              <w:t>96 671,00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Непрограммные ра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ходы органов местн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го самоуправления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96 671,00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Осуществление пе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вичного воинского уч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та на территориях, где отсутствуют в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>енные комиссариаты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89 267,00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органами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76 557,60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51180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12 709,40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данных полномочий  от муниципального ра</w:t>
            </w:r>
            <w:r w:rsidRPr="00B2435A">
              <w:rPr>
                <w:rFonts w:ascii="Arial" w:hAnsi="Arial" w:cs="Arial"/>
                <w:sz w:val="24"/>
                <w:szCs w:val="24"/>
              </w:rPr>
              <w:t>й</w:t>
            </w:r>
            <w:r w:rsidRPr="00B2435A">
              <w:rPr>
                <w:rFonts w:ascii="Arial" w:hAnsi="Arial" w:cs="Arial"/>
                <w:sz w:val="24"/>
                <w:szCs w:val="24"/>
              </w:rPr>
              <w:t>она сельским посел</w:t>
            </w:r>
            <w:r w:rsidRPr="00B2435A">
              <w:rPr>
                <w:rFonts w:ascii="Arial" w:hAnsi="Arial" w:cs="Arial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sz w:val="24"/>
                <w:szCs w:val="24"/>
              </w:rPr>
              <w:t>ниям по созданию у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ловий для предоста</w:t>
            </w:r>
            <w:r w:rsidRPr="00B2435A">
              <w:rPr>
                <w:rFonts w:ascii="Arial" w:hAnsi="Arial" w:cs="Arial"/>
                <w:sz w:val="24"/>
                <w:szCs w:val="24"/>
              </w:rPr>
              <w:t>в</w:t>
            </w:r>
            <w:r w:rsidRPr="00B2435A">
              <w:rPr>
                <w:rFonts w:ascii="Arial" w:hAnsi="Arial" w:cs="Arial"/>
                <w:sz w:val="24"/>
                <w:szCs w:val="24"/>
              </w:rPr>
              <w:t>ления тран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портных услуг населению и о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ганизация транспор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ного обслуживания н</w:t>
            </w:r>
            <w:r w:rsidRPr="00B2435A">
              <w:rPr>
                <w:rFonts w:ascii="Arial" w:hAnsi="Arial" w:cs="Arial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sz w:val="24"/>
                <w:szCs w:val="24"/>
              </w:rPr>
              <w:t>селения в границах п</w:t>
            </w:r>
            <w:r w:rsidRPr="00B2435A">
              <w:rPr>
                <w:rFonts w:ascii="Arial" w:hAnsi="Arial" w:cs="Arial"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sz w:val="24"/>
                <w:szCs w:val="24"/>
              </w:rPr>
              <w:t xml:space="preserve">селения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П1426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123,00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Осуществление пер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данных полномочий от поселений 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пальному району в сфере внутреннего м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ниципального фина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сового контроля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 xml:space="preserve"> П1485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6 670,00</w:t>
            </w:r>
          </w:p>
        </w:tc>
      </w:tr>
      <w:tr w:rsidR="00F15CB7" w:rsidRPr="00B2435A" w:rsidTr="00DC7CF6">
        <w:trPr>
          <w:trHeight w:val="750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межбюджетные трансферты на соде</w:t>
            </w:r>
            <w:r w:rsidRPr="00B2435A">
              <w:rPr>
                <w:rFonts w:ascii="Arial" w:hAnsi="Arial" w:cs="Arial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sz w:val="24"/>
                <w:szCs w:val="24"/>
              </w:rPr>
              <w:t>жание работника, ос</w:t>
            </w:r>
            <w:r w:rsidRPr="00B2435A">
              <w:rPr>
                <w:rFonts w:ascii="Arial" w:hAnsi="Arial" w:cs="Arial"/>
                <w:sz w:val="24"/>
                <w:szCs w:val="24"/>
              </w:rPr>
              <w:t>у</w:t>
            </w:r>
            <w:r w:rsidRPr="00B2435A">
              <w:rPr>
                <w:rFonts w:ascii="Arial" w:hAnsi="Arial" w:cs="Arial"/>
                <w:sz w:val="24"/>
                <w:szCs w:val="24"/>
              </w:rPr>
              <w:t>ществляющего выпо</w:t>
            </w:r>
            <w:r w:rsidRPr="00B2435A">
              <w:rPr>
                <w:rFonts w:ascii="Arial" w:hAnsi="Arial" w:cs="Arial"/>
                <w:sz w:val="24"/>
                <w:szCs w:val="24"/>
              </w:rPr>
              <w:t>л</w:t>
            </w:r>
            <w:r w:rsidRPr="00B2435A">
              <w:rPr>
                <w:rFonts w:ascii="Arial" w:hAnsi="Arial" w:cs="Arial"/>
                <w:sz w:val="24"/>
                <w:szCs w:val="24"/>
              </w:rPr>
              <w:t>нение переда</w:t>
            </w:r>
            <w:r w:rsidRPr="00B2435A">
              <w:rPr>
                <w:rFonts w:ascii="Arial" w:hAnsi="Arial" w:cs="Arial"/>
                <w:sz w:val="24"/>
                <w:szCs w:val="24"/>
              </w:rPr>
              <w:t>н</w:t>
            </w:r>
            <w:r w:rsidRPr="00B2435A">
              <w:rPr>
                <w:rFonts w:ascii="Arial" w:hAnsi="Arial" w:cs="Arial"/>
                <w:sz w:val="24"/>
                <w:szCs w:val="24"/>
              </w:rPr>
              <w:t>ных полномочий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611,00</w:t>
            </w:r>
          </w:p>
        </w:tc>
      </w:tr>
      <w:tr w:rsidR="00F15CB7" w:rsidRPr="00B2435A" w:rsidTr="00DC7CF6">
        <w:trPr>
          <w:trHeight w:val="112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Расходы на выплаты персоналу в целях обеспечения выполн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функций госуда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ственными (муниц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и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пальными) орган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ми, казенными учрежд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ниями, органами управления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венными внебюдже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ными фондами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Закупка товаров, р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а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бот и услуг для обеспеч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е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ния государс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венных (муниципал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ь</w:t>
            </w: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ных) нужд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77 2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П1490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611,00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Резервные фонды 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р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ганов местного сам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о</w:t>
            </w:r>
            <w:r w:rsidRPr="00B2435A">
              <w:rPr>
                <w:rFonts w:ascii="Arial" w:hAnsi="Arial" w:cs="Arial"/>
                <w:bCs/>
                <w:sz w:val="24"/>
                <w:szCs w:val="24"/>
              </w:rPr>
              <w:t>управления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78 0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 xml:space="preserve">00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bCs/>
                <w:sz w:val="24"/>
                <w:szCs w:val="24"/>
              </w:rPr>
            </w:pPr>
            <w:r w:rsidRPr="00B2435A">
              <w:rPr>
                <w:rFonts w:ascii="Arial" w:hAnsi="Arial" w:cs="Arial"/>
                <w:bCs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Резервные фонды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00000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Резервный фонд мес</w:t>
            </w:r>
            <w:r w:rsidRPr="00B2435A">
              <w:rPr>
                <w:rFonts w:ascii="Arial" w:hAnsi="Arial" w:cs="Arial"/>
                <w:sz w:val="24"/>
                <w:szCs w:val="24"/>
              </w:rPr>
              <w:t>т</w:t>
            </w:r>
            <w:r w:rsidRPr="00B2435A">
              <w:rPr>
                <w:rFonts w:ascii="Arial" w:hAnsi="Arial" w:cs="Arial"/>
                <w:sz w:val="24"/>
                <w:szCs w:val="24"/>
              </w:rPr>
              <w:t>ной администрации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  <w:tr w:rsidR="00F15CB7" w:rsidRPr="00B2435A" w:rsidTr="00DC7CF6">
        <w:trPr>
          <w:trHeight w:val="375"/>
        </w:trPr>
        <w:tc>
          <w:tcPr>
            <w:tcW w:w="2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Иные бюджетные а</w:t>
            </w:r>
            <w:r w:rsidRPr="00B2435A">
              <w:rPr>
                <w:rFonts w:ascii="Arial" w:hAnsi="Arial" w:cs="Arial"/>
                <w:sz w:val="24"/>
                <w:szCs w:val="24"/>
              </w:rPr>
              <w:t>с</w:t>
            </w:r>
            <w:r w:rsidRPr="00B2435A">
              <w:rPr>
                <w:rFonts w:ascii="Arial" w:hAnsi="Arial" w:cs="Arial"/>
                <w:sz w:val="24"/>
                <w:szCs w:val="24"/>
              </w:rPr>
              <w:t>сигнования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78 1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 xml:space="preserve">00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С1403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2435A">
              <w:rPr>
                <w:rFonts w:ascii="Arial" w:hAnsi="Arial" w:cs="Arial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CB7" w:rsidRPr="00B2435A" w:rsidRDefault="00F15CB7" w:rsidP="003C5AC6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2435A">
              <w:rPr>
                <w:rFonts w:ascii="Arial" w:hAnsi="Arial" w:cs="Arial"/>
                <w:sz w:val="24"/>
                <w:szCs w:val="24"/>
              </w:rPr>
              <w:t>1 000,00</w:t>
            </w:r>
          </w:p>
        </w:tc>
      </w:tr>
    </w:tbl>
    <w:p w:rsidR="00F15CB7" w:rsidRPr="00483C3E" w:rsidRDefault="00F15CB7" w:rsidP="00F45A51">
      <w:pPr>
        <w:jc w:val="both"/>
        <w:rPr>
          <w:sz w:val="24"/>
          <w:szCs w:val="24"/>
        </w:rPr>
      </w:pPr>
    </w:p>
    <w:sectPr w:rsidR="00F15CB7" w:rsidRPr="00483C3E" w:rsidSect="00B2435A">
      <w:footerReference w:type="default" r:id="rId10"/>
      <w:pgSz w:w="11906" w:h="16838" w:code="9"/>
      <w:pgMar w:top="1134" w:right="1247" w:bottom="1134" w:left="153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5CB7" w:rsidRDefault="00F15CB7">
      <w:r>
        <w:separator/>
      </w:r>
    </w:p>
  </w:endnote>
  <w:endnote w:type="continuationSeparator" w:id="0">
    <w:p w:rsidR="00F15CB7" w:rsidRDefault="00F15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CB7" w:rsidRDefault="00F15CB7" w:rsidP="007B57D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5CB7" w:rsidRDefault="00F15CB7">
      <w:r>
        <w:separator/>
      </w:r>
    </w:p>
  </w:footnote>
  <w:footnote w:type="continuationSeparator" w:id="0">
    <w:p w:rsidR="00F15CB7" w:rsidRDefault="00F15C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1468"/>
    <w:multiLevelType w:val="multilevel"/>
    <w:tmpl w:val="ED4C44A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cs="Times New Roman" w:hint="default"/>
      </w:rPr>
    </w:lvl>
  </w:abstractNum>
  <w:abstractNum w:abstractNumId="1">
    <w:nsid w:val="14663A30"/>
    <w:multiLevelType w:val="hybridMultilevel"/>
    <w:tmpl w:val="A0CEB1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40244FD"/>
    <w:multiLevelType w:val="singleLevel"/>
    <w:tmpl w:val="C9E036A0"/>
    <w:lvl w:ilvl="0">
      <w:start w:val="1"/>
      <w:numFmt w:val="decimal"/>
      <w:lvlText w:val="%1. "/>
      <w:legacy w:legacy="1" w:legacySpace="0" w:legacyIndent="283"/>
      <w:lvlJc w:val="left"/>
      <w:pPr>
        <w:ind w:left="992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8"/>
        <w:szCs w:val="28"/>
        <w:u w:val="none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stylePaneFormatFilter w:val="3F01"/>
  <w:defaultTabStop w:val="708"/>
  <w:autoHyphenation/>
  <w:hyphenationZone w:val="357"/>
  <w:doNotHyphenateCaps/>
  <w:drawingGridHorizontalSpacing w:val="6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0783A"/>
    <w:rsid w:val="00010C25"/>
    <w:rsid w:val="000112DA"/>
    <w:rsid w:val="000119D5"/>
    <w:rsid w:val="00011C8B"/>
    <w:rsid w:val="00012271"/>
    <w:rsid w:val="00012A81"/>
    <w:rsid w:val="00012CBD"/>
    <w:rsid w:val="00014676"/>
    <w:rsid w:val="00016091"/>
    <w:rsid w:val="00016A29"/>
    <w:rsid w:val="00024452"/>
    <w:rsid w:val="000244B1"/>
    <w:rsid w:val="00024DE2"/>
    <w:rsid w:val="00025543"/>
    <w:rsid w:val="0003034E"/>
    <w:rsid w:val="0003335B"/>
    <w:rsid w:val="00034816"/>
    <w:rsid w:val="000353AD"/>
    <w:rsid w:val="00043E33"/>
    <w:rsid w:val="00047997"/>
    <w:rsid w:val="00047FC9"/>
    <w:rsid w:val="00053EBD"/>
    <w:rsid w:val="00057073"/>
    <w:rsid w:val="00063019"/>
    <w:rsid w:val="00070861"/>
    <w:rsid w:val="00075B8E"/>
    <w:rsid w:val="00082ED0"/>
    <w:rsid w:val="00085D04"/>
    <w:rsid w:val="0009277B"/>
    <w:rsid w:val="000964D4"/>
    <w:rsid w:val="000A7B12"/>
    <w:rsid w:val="000B578C"/>
    <w:rsid w:val="000B7CE5"/>
    <w:rsid w:val="000C5314"/>
    <w:rsid w:val="000C5DDD"/>
    <w:rsid w:val="000C713B"/>
    <w:rsid w:val="000D016E"/>
    <w:rsid w:val="000D14F0"/>
    <w:rsid w:val="000D1CE7"/>
    <w:rsid w:val="000D333E"/>
    <w:rsid w:val="000D3426"/>
    <w:rsid w:val="000D36F2"/>
    <w:rsid w:val="000E0E37"/>
    <w:rsid w:val="000E1B9B"/>
    <w:rsid w:val="000E3CCC"/>
    <w:rsid w:val="000E6218"/>
    <w:rsid w:val="000E6B72"/>
    <w:rsid w:val="000E79AA"/>
    <w:rsid w:val="000F0639"/>
    <w:rsid w:val="000F2860"/>
    <w:rsid w:val="000F3F2D"/>
    <w:rsid w:val="000F5715"/>
    <w:rsid w:val="000F736D"/>
    <w:rsid w:val="000F7985"/>
    <w:rsid w:val="001024BE"/>
    <w:rsid w:val="001039FF"/>
    <w:rsid w:val="00105EDD"/>
    <w:rsid w:val="00112B74"/>
    <w:rsid w:val="00115069"/>
    <w:rsid w:val="00116B0E"/>
    <w:rsid w:val="001302A8"/>
    <w:rsid w:val="00136DF7"/>
    <w:rsid w:val="00143B6D"/>
    <w:rsid w:val="00150810"/>
    <w:rsid w:val="00153834"/>
    <w:rsid w:val="00157A4F"/>
    <w:rsid w:val="00173E17"/>
    <w:rsid w:val="00175554"/>
    <w:rsid w:val="001756AE"/>
    <w:rsid w:val="00175F6E"/>
    <w:rsid w:val="00176CC7"/>
    <w:rsid w:val="00182A18"/>
    <w:rsid w:val="00182B0A"/>
    <w:rsid w:val="00182FB2"/>
    <w:rsid w:val="00184B17"/>
    <w:rsid w:val="0018622A"/>
    <w:rsid w:val="001867A4"/>
    <w:rsid w:val="00191C0A"/>
    <w:rsid w:val="001935A4"/>
    <w:rsid w:val="001950EB"/>
    <w:rsid w:val="00196DC5"/>
    <w:rsid w:val="00197B3D"/>
    <w:rsid w:val="001A2BC1"/>
    <w:rsid w:val="001A746F"/>
    <w:rsid w:val="001B00DF"/>
    <w:rsid w:val="001B27B5"/>
    <w:rsid w:val="001B34E7"/>
    <w:rsid w:val="001B4383"/>
    <w:rsid w:val="001B7248"/>
    <w:rsid w:val="001B7CB3"/>
    <w:rsid w:val="001C0C62"/>
    <w:rsid w:val="001C2A48"/>
    <w:rsid w:val="001C2AAA"/>
    <w:rsid w:val="001C32B7"/>
    <w:rsid w:val="001C5BB7"/>
    <w:rsid w:val="001C5E9B"/>
    <w:rsid w:val="001C7D59"/>
    <w:rsid w:val="001D0943"/>
    <w:rsid w:val="001D29CE"/>
    <w:rsid w:val="001D312A"/>
    <w:rsid w:val="001D4193"/>
    <w:rsid w:val="001D55E5"/>
    <w:rsid w:val="001E2522"/>
    <w:rsid w:val="001E384C"/>
    <w:rsid w:val="001E55AF"/>
    <w:rsid w:val="001E7F66"/>
    <w:rsid w:val="001F1F3C"/>
    <w:rsid w:val="002009F3"/>
    <w:rsid w:val="0020379C"/>
    <w:rsid w:val="00207012"/>
    <w:rsid w:val="0021004B"/>
    <w:rsid w:val="00213B34"/>
    <w:rsid w:val="002161D7"/>
    <w:rsid w:val="00217B0E"/>
    <w:rsid w:val="002231B9"/>
    <w:rsid w:val="002258A9"/>
    <w:rsid w:val="00225C6D"/>
    <w:rsid w:val="0023218C"/>
    <w:rsid w:val="002345DA"/>
    <w:rsid w:val="00235F64"/>
    <w:rsid w:val="00236464"/>
    <w:rsid w:val="0024074A"/>
    <w:rsid w:val="0024111C"/>
    <w:rsid w:val="00242126"/>
    <w:rsid w:val="0024246C"/>
    <w:rsid w:val="00247D11"/>
    <w:rsid w:val="00250354"/>
    <w:rsid w:val="0025325A"/>
    <w:rsid w:val="00253277"/>
    <w:rsid w:val="002545F7"/>
    <w:rsid w:val="00260C91"/>
    <w:rsid w:val="00262A2B"/>
    <w:rsid w:val="0026304C"/>
    <w:rsid w:val="002647B9"/>
    <w:rsid w:val="00266683"/>
    <w:rsid w:val="00284480"/>
    <w:rsid w:val="00284577"/>
    <w:rsid w:val="002859C2"/>
    <w:rsid w:val="00293818"/>
    <w:rsid w:val="00295966"/>
    <w:rsid w:val="0029658E"/>
    <w:rsid w:val="00297073"/>
    <w:rsid w:val="002A3742"/>
    <w:rsid w:val="002A7486"/>
    <w:rsid w:val="002B07D8"/>
    <w:rsid w:val="002C6361"/>
    <w:rsid w:val="002D02F9"/>
    <w:rsid w:val="002D2D62"/>
    <w:rsid w:val="002D7B20"/>
    <w:rsid w:val="002E3BEE"/>
    <w:rsid w:val="002E5117"/>
    <w:rsid w:val="002E5355"/>
    <w:rsid w:val="002E6A78"/>
    <w:rsid w:val="002E6AB2"/>
    <w:rsid w:val="002F1EEC"/>
    <w:rsid w:val="002F282F"/>
    <w:rsid w:val="002F31D4"/>
    <w:rsid w:val="002F5C2C"/>
    <w:rsid w:val="002F5F5D"/>
    <w:rsid w:val="002F72EA"/>
    <w:rsid w:val="00301D83"/>
    <w:rsid w:val="003023D8"/>
    <w:rsid w:val="00302E9C"/>
    <w:rsid w:val="0031024C"/>
    <w:rsid w:val="0031211B"/>
    <w:rsid w:val="0031411D"/>
    <w:rsid w:val="00315BA3"/>
    <w:rsid w:val="003203E2"/>
    <w:rsid w:val="00320CEA"/>
    <w:rsid w:val="00320FB3"/>
    <w:rsid w:val="00321AD2"/>
    <w:rsid w:val="00323EB1"/>
    <w:rsid w:val="00324397"/>
    <w:rsid w:val="003260E7"/>
    <w:rsid w:val="003265CD"/>
    <w:rsid w:val="003301A8"/>
    <w:rsid w:val="00330D21"/>
    <w:rsid w:val="00333D5C"/>
    <w:rsid w:val="003351E5"/>
    <w:rsid w:val="003363FA"/>
    <w:rsid w:val="00340ED8"/>
    <w:rsid w:val="00341D49"/>
    <w:rsid w:val="00345E57"/>
    <w:rsid w:val="00347CDC"/>
    <w:rsid w:val="00352400"/>
    <w:rsid w:val="0036105A"/>
    <w:rsid w:val="00370C33"/>
    <w:rsid w:val="00372278"/>
    <w:rsid w:val="00373A2F"/>
    <w:rsid w:val="00374B37"/>
    <w:rsid w:val="00381C32"/>
    <w:rsid w:val="00382305"/>
    <w:rsid w:val="0038673E"/>
    <w:rsid w:val="003934B3"/>
    <w:rsid w:val="00394D4F"/>
    <w:rsid w:val="003960DD"/>
    <w:rsid w:val="003965B6"/>
    <w:rsid w:val="00397ECF"/>
    <w:rsid w:val="003A3F18"/>
    <w:rsid w:val="003A7F32"/>
    <w:rsid w:val="003B1979"/>
    <w:rsid w:val="003B1FCD"/>
    <w:rsid w:val="003B3B72"/>
    <w:rsid w:val="003B5110"/>
    <w:rsid w:val="003C12ED"/>
    <w:rsid w:val="003C3362"/>
    <w:rsid w:val="003C3889"/>
    <w:rsid w:val="003C47F4"/>
    <w:rsid w:val="003C4E6B"/>
    <w:rsid w:val="003C5AC6"/>
    <w:rsid w:val="003C6FE1"/>
    <w:rsid w:val="003C7C52"/>
    <w:rsid w:val="003D01A7"/>
    <w:rsid w:val="003D08E2"/>
    <w:rsid w:val="003D1EA0"/>
    <w:rsid w:val="003E0E7C"/>
    <w:rsid w:val="003E1247"/>
    <w:rsid w:val="003E143E"/>
    <w:rsid w:val="003E1C25"/>
    <w:rsid w:val="003E2EC7"/>
    <w:rsid w:val="003E63AC"/>
    <w:rsid w:val="003F0DB6"/>
    <w:rsid w:val="003F1E2E"/>
    <w:rsid w:val="003F2ED2"/>
    <w:rsid w:val="003F4BDB"/>
    <w:rsid w:val="003F6CB9"/>
    <w:rsid w:val="003F773D"/>
    <w:rsid w:val="003F7F2C"/>
    <w:rsid w:val="0040381D"/>
    <w:rsid w:val="00410948"/>
    <w:rsid w:val="0041312B"/>
    <w:rsid w:val="0041657C"/>
    <w:rsid w:val="00416758"/>
    <w:rsid w:val="004201C1"/>
    <w:rsid w:val="00420735"/>
    <w:rsid w:val="004212C8"/>
    <w:rsid w:val="00421AC0"/>
    <w:rsid w:val="0042485F"/>
    <w:rsid w:val="00426DD2"/>
    <w:rsid w:val="004274D6"/>
    <w:rsid w:val="00427A64"/>
    <w:rsid w:val="00427E5E"/>
    <w:rsid w:val="00432C45"/>
    <w:rsid w:val="00434A01"/>
    <w:rsid w:val="00435958"/>
    <w:rsid w:val="00435A90"/>
    <w:rsid w:val="00441D71"/>
    <w:rsid w:val="0044478B"/>
    <w:rsid w:val="004458F1"/>
    <w:rsid w:val="00445CD4"/>
    <w:rsid w:val="00445D15"/>
    <w:rsid w:val="0045148B"/>
    <w:rsid w:val="00451C2D"/>
    <w:rsid w:val="00456E3F"/>
    <w:rsid w:val="00460BFA"/>
    <w:rsid w:val="00460D26"/>
    <w:rsid w:val="00464878"/>
    <w:rsid w:val="00464914"/>
    <w:rsid w:val="004723AC"/>
    <w:rsid w:val="00480CC7"/>
    <w:rsid w:val="00482EB9"/>
    <w:rsid w:val="00483C3E"/>
    <w:rsid w:val="00486A47"/>
    <w:rsid w:val="00494D55"/>
    <w:rsid w:val="004A3D10"/>
    <w:rsid w:val="004A6570"/>
    <w:rsid w:val="004B00C5"/>
    <w:rsid w:val="004B01B8"/>
    <w:rsid w:val="004B1FE9"/>
    <w:rsid w:val="004B20D7"/>
    <w:rsid w:val="004B27AB"/>
    <w:rsid w:val="004B335A"/>
    <w:rsid w:val="004B5A2A"/>
    <w:rsid w:val="004B633F"/>
    <w:rsid w:val="004B69AF"/>
    <w:rsid w:val="004C1BFD"/>
    <w:rsid w:val="004C479F"/>
    <w:rsid w:val="004C607F"/>
    <w:rsid w:val="004C7CAA"/>
    <w:rsid w:val="004D2060"/>
    <w:rsid w:val="004D2D26"/>
    <w:rsid w:val="004D517B"/>
    <w:rsid w:val="004D56D7"/>
    <w:rsid w:val="004D6BE9"/>
    <w:rsid w:val="004E1663"/>
    <w:rsid w:val="004E36C4"/>
    <w:rsid w:val="004E5CF6"/>
    <w:rsid w:val="004E7190"/>
    <w:rsid w:val="004F4620"/>
    <w:rsid w:val="004F4F77"/>
    <w:rsid w:val="004F5755"/>
    <w:rsid w:val="004F7FFE"/>
    <w:rsid w:val="005002D9"/>
    <w:rsid w:val="00505EB5"/>
    <w:rsid w:val="00512D82"/>
    <w:rsid w:val="00514BCD"/>
    <w:rsid w:val="0052199D"/>
    <w:rsid w:val="00522A8D"/>
    <w:rsid w:val="005234AD"/>
    <w:rsid w:val="0052475E"/>
    <w:rsid w:val="00525C6D"/>
    <w:rsid w:val="00535951"/>
    <w:rsid w:val="00540B5A"/>
    <w:rsid w:val="00546D19"/>
    <w:rsid w:val="00547058"/>
    <w:rsid w:val="00552DDF"/>
    <w:rsid w:val="00555CC4"/>
    <w:rsid w:val="00560428"/>
    <w:rsid w:val="005612F9"/>
    <w:rsid w:val="00561E0A"/>
    <w:rsid w:val="00567795"/>
    <w:rsid w:val="00570019"/>
    <w:rsid w:val="00571F5B"/>
    <w:rsid w:val="00583368"/>
    <w:rsid w:val="00587E42"/>
    <w:rsid w:val="00590E36"/>
    <w:rsid w:val="0059389D"/>
    <w:rsid w:val="005A3B57"/>
    <w:rsid w:val="005A6B3E"/>
    <w:rsid w:val="005B4C69"/>
    <w:rsid w:val="005B4D77"/>
    <w:rsid w:val="005B55AB"/>
    <w:rsid w:val="005C027A"/>
    <w:rsid w:val="005C0A2B"/>
    <w:rsid w:val="005C3522"/>
    <w:rsid w:val="005C4B9A"/>
    <w:rsid w:val="005C588D"/>
    <w:rsid w:val="005D1C83"/>
    <w:rsid w:val="005D6AFB"/>
    <w:rsid w:val="005E6DB9"/>
    <w:rsid w:val="005F51E5"/>
    <w:rsid w:val="005F6179"/>
    <w:rsid w:val="005F64A5"/>
    <w:rsid w:val="00600A10"/>
    <w:rsid w:val="006017ED"/>
    <w:rsid w:val="006022E3"/>
    <w:rsid w:val="00604EDB"/>
    <w:rsid w:val="006072D5"/>
    <w:rsid w:val="00611559"/>
    <w:rsid w:val="0061371E"/>
    <w:rsid w:val="00625DA5"/>
    <w:rsid w:val="00626807"/>
    <w:rsid w:val="00630698"/>
    <w:rsid w:val="0063279C"/>
    <w:rsid w:val="00635472"/>
    <w:rsid w:val="006404C8"/>
    <w:rsid w:val="006428BA"/>
    <w:rsid w:val="00647F97"/>
    <w:rsid w:val="00652D73"/>
    <w:rsid w:val="00653DBD"/>
    <w:rsid w:val="00657714"/>
    <w:rsid w:val="00660516"/>
    <w:rsid w:val="0066079C"/>
    <w:rsid w:val="00666376"/>
    <w:rsid w:val="006735D0"/>
    <w:rsid w:val="006739E9"/>
    <w:rsid w:val="0067738E"/>
    <w:rsid w:val="006838DB"/>
    <w:rsid w:val="0068475A"/>
    <w:rsid w:val="00685225"/>
    <w:rsid w:val="006860D7"/>
    <w:rsid w:val="00692926"/>
    <w:rsid w:val="00692DA2"/>
    <w:rsid w:val="00695402"/>
    <w:rsid w:val="00696723"/>
    <w:rsid w:val="00696C9B"/>
    <w:rsid w:val="006A03F4"/>
    <w:rsid w:val="006A1A85"/>
    <w:rsid w:val="006A3C5B"/>
    <w:rsid w:val="006A6EAD"/>
    <w:rsid w:val="006B0085"/>
    <w:rsid w:val="006B05DC"/>
    <w:rsid w:val="006B23C8"/>
    <w:rsid w:val="006B2F30"/>
    <w:rsid w:val="006B3C24"/>
    <w:rsid w:val="006B664D"/>
    <w:rsid w:val="006B7082"/>
    <w:rsid w:val="006B7B23"/>
    <w:rsid w:val="006C1578"/>
    <w:rsid w:val="006C2116"/>
    <w:rsid w:val="006C478C"/>
    <w:rsid w:val="006C78A9"/>
    <w:rsid w:val="006D3E7A"/>
    <w:rsid w:val="006D6FA4"/>
    <w:rsid w:val="006E2D45"/>
    <w:rsid w:val="006F26D5"/>
    <w:rsid w:val="006F2C37"/>
    <w:rsid w:val="006F7661"/>
    <w:rsid w:val="007018D4"/>
    <w:rsid w:val="00702407"/>
    <w:rsid w:val="0070465D"/>
    <w:rsid w:val="00706915"/>
    <w:rsid w:val="00715690"/>
    <w:rsid w:val="007156BD"/>
    <w:rsid w:val="00721049"/>
    <w:rsid w:val="0072276D"/>
    <w:rsid w:val="00724819"/>
    <w:rsid w:val="00725938"/>
    <w:rsid w:val="00726318"/>
    <w:rsid w:val="007268E5"/>
    <w:rsid w:val="00730CFC"/>
    <w:rsid w:val="007311C4"/>
    <w:rsid w:val="007352FD"/>
    <w:rsid w:val="0073607D"/>
    <w:rsid w:val="00736E0C"/>
    <w:rsid w:val="007461A0"/>
    <w:rsid w:val="00747BDB"/>
    <w:rsid w:val="007504F4"/>
    <w:rsid w:val="00753C5B"/>
    <w:rsid w:val="00753FEB"/>
    <w:rsid w:val="0075723F"/>
    <w:rsid w:val="0076380B"/>
    <w:rsid w:val="00764C23"/>
    <w:rsid w:val="007658F4"/>
    <w:rsid w:val="00765A44"/>
    <w:rsid w:val="00765BFE"/>
    <w:rsid w:val="00771B95"/>
    <w:rsid w:val="00772043"/>
    <w:rsid w:val="007742CF"/>
    <w:rsid w:val="00776638"/>
    <w:rsid w:val="007769E0"/>
    <w:rsid w:val="007863C1"/>
    <w:rsid w:val="00791158"/>
    <w:rsid w:val="007931C9"/>
    <w:rsid w:val="00796164"/>
    <w:rsid w:val="00797AD6"/>
    <w:rsid w:val="007A3B60"/>
    <w:rsid w:val="007B57D9"/>
    <w:rsid w:val="007B5872"/>
    <w:rsid w:val="007B6AC7"/>
    <w:rsid w:val="007B6F76"/>
    <w:rsid w:val="007C3D34"/>
    <w:rsid w:val="007C7B1E"/>
    <w:rsid w:val="007C7F6E"/>
    <w:rsid w:val="007D1122"/>
    <w:rsid w:val="007D2D63"/>
    <w:rsid w:val="007D4DB6"/>
    <w:rsid w:val="007D50D4"/>
    <w:rsid w:val="007E1594"/>
    <w:rsid w:val="007E21CE"/>
    <w:rsid w:val="007E2FE5"/>
    <w:rsid w:val="007E715C"/>
    <w:rsid w:val="007E7CBB"/>
    <w:rsid w:val="007F18AE"/>
    <w:rsid w:val="007F4027"/>
    <w:rsid w:val="007F5C33"/>
    <w:rsid w:val="00801EBD"/>
    <w:rsid w:val="008038AA"/>
    <w:rsid w:val="008041FF"/>
    <w:rsid w:val="008107EF"/>
    <w:rsid w:val="00811F88"/>
    <w:rsid w:val="00813615"/>
    <w:rsid w:val="008160B2"/>
    <w:rsid w:val="00817C8F"/>
    <w:rsid w:val="00821EC3"/>
    <w:rsid w:val="008238F2"/>
    <w:rsid w:val="008251FE"/>
    <w:rsid w:val="00832038"/>
    <w:rsid w:val="008347A0"/>
    <w:rsid w:val="0084254F"/>
    <w:rsid w:val="00851D36"/>
    <w:rsid w:val="00852F23"/>
    <w:rsid w:val="008530F3"/>
    <w:rsid w:val="00853CBE"/>
    <w:rsid w:val="00854B70"/>
    <w:rsid w:val="008563F5"/>
    <w:rsid w:val="00857115"/>
    <w:rsid w:val="008572BC"/>
    <w:rsid w:val="00864ABA"/>
    <w:rsid w:val="00866F2E"/>
    <w:rsid w:val="0086748C"/>
    <w:rsid w:val="008675FC"/>
    <w:rsid w:val="008700F1"/>
    <w:rsid w:val="00871295"/>
    <w:rsid w:val="00872E45"/>
    <w:rsid w:val="00874DE3"/>
    <w:rsid w:val="00884B3C"/>
    <w:rsid w:val="008911D4"/>
    <w:rsid w:val="0089380F"/>
    <w:rsid w:val="008963D2"/>
    <w:rsid w:val="00896CA2"/>
    <w:rsid w:val="00897F4C"/>
    <w:rsid w:val="008A06F6"/>
    <w:rsid w:val="008A3396"/>
    <w:rsid w:val="008A5A0E"/>
    <w:rsid w:val="008A66D2"/>
    <w:rsid w:val="008B0648"/>
    <w:rsid w:val="008B7AF1"/>
    <w:rsid w:val="008D0DA2"/>
    <w:rsid w:val="008D1BC4"/>
    <w:rsid w:val="008D3655"/>
    <w:rsid w:val="008D50B5"/>
    <w:rsid w:val="008D6609"/>
    <w:rsid w:val="008E120A"/>
    <w:rsid w:val="008E1ED2"/>
    <w:rsid w:val="008E5DE1"/>
    <w:rsid w:val="008E680F"/>
    <w:rsid w:val="008E6CFA"/>
    <w:rsid w:val="008E6EFA"/>
    <w:rsid w:val="008F6A44"/>
    <w:rsid w:val="009025E0"/>
    <w:rsid w:val="00902C63"/>
    <w:rsid w:val="00906058"/>
    <w:rsid w:val="009067A1"/>
    <w:rsid w:val="00913194"/>
    <w:rsid w:val="00921A02"/>
    <w:rsid w:val="00921E31"/>
    <w:rsid w:val="00923BA9"/>
    <w:rsid w:val="009278F7"/>
    <w:rsid w:val="00940784"/>
    <w:rsid w:val="00941206"/>
    <w:rsid w:val="0094379D"/>
    <w:rsid w:val="009479BE"/>
    <w:rsid w:val="00950FA0"/>
    <w:rsid w:val="00953351"/>
    <w:rsid w:val="00956F9D"/>
    <w:rsid w:val="0096226C"/>
    <w:rsid w:val="00964299"/>
    <w:rsid w:val="00970C25"/>
    <w:rsid w:val="00973676"/>
    <w:rsid w:val="009778F0"/>
    <w:rsid w:val="00987A50"/>
    <w:rsid w:val="009935D8"/>
    <w:rsid w:val="00997EC0"/>
    <w:rsid w:val="009A04E2"/>
    <w:rsid w:val="009A4558"/>
    <w:rsid w:val="009B3BEC"/>
    <w:rsid w:val="009B58C6"/>
    <w:rsid w:val="009B6549"/>
    <w:rsid w:val="009B7894"/>
    <w:rsid w:val="009C2174"/>
    <w:rsid w:val="009C4E1C"/>
    <w:rsid w:val="009D0B07"/>
    <w:rsid w:val="009D65ED"/>
    <w:rsid w:val="009E0959"/>
    <w:rsid w:val="009E2730"/>
    <w:rsid w:val="009E5D37"/>
    <w:rsid w:val="009F1467"/>
    <w:rsid w:val="009F4397"/>
    <w:rsid w:val="009F5749"/>
    <w:rsid w:val="009F5D60"/>
    <w:rsid w:val="009F783A"/>
    <w:rsid w:val="00A0316F"/>
    <w:rsid w:val="00A07A1D"/>
    <w:rsid w:val="00A12C1B"/>
    <w:rsid w:val="00A15121"/>
    <w:rsid w:val="00A15315"/>
    <w:rsid w:val="00A16D63"/>
    <w:rsid w:val="00A240E5"/>
    <w:rsid w:val="00A25490"/>
    <w:rsid w:val="00A30417"/>
    <w:rsid w:val="00A34B8B"/>
    <w:rsid w:val="00A376F9"/>
    <w:rsid w:val="00A4719E"/>
    <w:rsid w:val="00A4763F"/>
    <w:rsid w:val="00A51FE8"/>
    <w:rsid w:val="00A5500E"/>
    <w:rsid w:val="00A60B52"/>
    <w:rsid w:val="00A65F64"/>
    <w:rsid w:val="00A72DFE"/>
    <w:rsid w:val="00A730B9"/>
    <w:rsid w:val="00A73608"/>
    <w:rsid w:val="00A74101"/>
    <w:rsid w:val="00A77FA3"/>
    <w:rsid w:val="00A82A52"/>
    <w:rsid w:val="00A83E5C"/>
    <w:rsid w:val="00A90EAB"/>
    <w:rsid w:val="00A977B7"/>
    <w:rsid w:val="00A97C73"/>
    <w:rsid w:val="00AA17D0"/>
    <w:rsid w:val="00AA1D68"/>
    <w:rsid w:val="00AA212F"/>
    <w:rsid w:val="00AA3F89"/>
    <w:rsid w:val="00AA5025"/>
    <w:rsid w:val="00AA5982"/>
    <w:rsid w:val="00AB0DEB"/>
    <w:rsid w:val="00AB41FC"/>
    <w:rsid w:val="00AB6532"/>
    <w:rsid w:val="00AB7D82"/>
    <w:rsid w:val="00AC0189"/>
    <w:rsid w:val="00AC0254"/>
    <w:rsid w:val="00AC23E9"/>
    <w:rsid w:val="00AC6596"/>
    <w:rsid w:val="00AD0E61"/>
    <w:rsid w:val="00AD1781"/>
    <w:rsid w:val="00AD34AA"/>
    <w:rsid w:val="00AD4BC0"/>
    <w:rsid w:val="00AD731E"/>
    <w:rsid w:val="00AE0155"/>
    <w:rsid w:val="00AE05F8"/>
    <w:rsid w:val="00AE0C23"/>
    <w:rsid w:val="00AE61AA"/>
    <w:rsid w:val="00AE737D"/>
    <w:rsid w:val="00AF24AC"/>
    <w:rsid w:val="00AF303C"/>
    <w:rsid w:val="00AF3780"/>
    <w:rsid w:val="00AF398D"/>
    <w:rsid w:val="00B03057"/>
    <w:rsid w:val="00B04A74"/>
    <w:rsid w:val="00B053E1"/>
    <w:rsid w:val="00B10451"/>
    <w:rsid w:val="00B11415"/>
    <w:rsid w:val="00B2030B"/>
    <w:rsid w:val="00B20C59"/>
    <w:rsid w:val="00B227DC"/>
    <w:rsid w:val="00B229F4"/>
    <w:rsid w:val="00B2435A"/>
    <w:rsid w:val="00B26057"/>
    <w:rsid w:val="00B37D55"/>
    <w:rsid w:val="00B40874"/>
    <w:rsid w:val="00B422D6"/>
    <w:rsid w:val="00B42F94"/>
    <w:rsid w:val="00B46A25"/>
    <w:rsid w:val="00B534C8"/>
    <w:rsid w:val="00B54A06"/>
    <w:rsid w:val="00B56955"/>
    <w:rsid w:val="00B60670"/>
    <w:rsid w:val="00B629ED"/>
    <w:rsid w:val="00B6534A"/>
    <w:rsid w:val="00B6635C"/>
    <w:rsid w:val="00B702B1"/>
    <w:rsid w:val="00B705A0"/>
    <w:rsid w:val="00B76DF3"/>
    <w:rsid w:val="00B801E6"/>
    <w:rsid w:val="00B80269"/>
    <w:rsid w:val="00B831B6"/>
    <w:rsid w:val="00B840E3"/>
    <w:rsid w:val="00B85BCA"/>
    <w:rsid w:val="00B871F6"/>
    <w:rsid w:val="00B90137"/>
    <w:rsid w:val="00B931E3"/>
    <w:rsid w:val="00B97D9C"/>
    <w:rsid w:val="00BA662F"/>
    <w:rsid w:val="00BA69D8"/>
    <w:rsid w:val="00BB0359"/>
    <w:rsid w:val="00BB1BEE"/>
    <w:rsid w:val="00BB2C02"/>
    <w:rsid w:val="00BB2CF0"/>
    <w:rsid w:val="00BB30ED"/>
    <w:rsid w:val="00BB3E17"/>
    <w:rsid w:val="00BB6E96"/>
    <w:rsid w:val="00BC4C01"/>
    <w:rsid w:val="00BC73CA"/>
    <w:rsid w:val="00BE7AD7"/>
    <w:rsid w:val="00BE7DFF"/>
    <w:rsid w:val="00BF327C"/>
    <w:rsid w:val="00BF36BB"/>
    <w:rsid w:val="00BF54EE"/>
    <w:rsid w:val="00BF5C7D"/>
    <w:rsid w:val="00BF6F91"/>
    <w:rsid w:val="00C00E7D"/>
    <w:rsid w:val="00C0180D"/>
    <w:rsid w:val="00C025BD"/>
    <w:rsid w:val="00C02C11"/>
    <w:rsid w:val="00C0783A"/>
    <w:rsid w:val="00C1087B"/>
    <w:rsid w:val="00C11713"/>
    <w:rsid w:val="00C245D1"/>
    <w:rsid w:val="00C2662B"/>
    <w:rsid w:val="00C268BC"/>
    <w:rsid w:val="00C34B0C"/>
    <w:rsid w:val="00C3791D"/>
    <w:rsid w:val="00C40498"/>
    <w:rsid w:val="00C43773"/>
    <w:rsid w:val="00C46663"/>
    <w:rsid w:val="00C50029"/>
    <w:rsid w:val="00C56E74"/>
    <w:rsid w:val="00C63049"/>
    <w:rsid w:val="00C6335E"/>
    <w:rsid w:val="00C644C9"/>
    <w:rsid w:val="00C64A83"/>
    <w:rsid w:val="00C663E9"/>
    <w:rsid w:val="00C66A08"/>
    <w:rsid w:val="00C71748"/>
    <w:rsid w:val="00C7343B"/>
    <w:rsid w:val="00C73B29"/>
    <w:rsid w:val="00C87928"/>
    <w:rsid w:val="00C87F57"/>
    <w:rsid w:val="00C91414"/>
    <w:rsid w:val="00C916EF"/>
    <w:rsid w:val="00C92136"/>
    <w:rsid w:val="00C94F2A"/>
    <w:rsid w:val="00C95073"/>
    <w:rsid w:val="00CA379B"/>
    <w:rsid w:val="00CA5ADE"/>
    <w:rsid w:val="00CB2140"/>
    <w:rsid w:val="00CC0841"/>
    <w:rsid w:val="00CC5D9C"/>
    <w:rsid w:val="00CD0926"/>
    <w:rsid w:val="00CD1C10"/>
    <w:rsid w:val="00CD449D"/>
    <w:rsid w:val="00CD5362"/>
    <w:rsid w:val="00CD7965"/>
    <w:rsid w:val="00CE186C"/>
    <w:rsid w:val="00CE1898"/>
    <w:rsid w:val="00CE39A4"/>
    <w:rsid w:val="00CE420F"/>
    <w:rsid w:val="00CE42C9"/>
    <w:rsid w:val="00CE6C70"/>
    <w:rsid w:val="00CE76B6"/>
    <w:rsid w:val="00CF0C48"/>
    <w:rsid w:val="00CF1114"/>
    <w:rsid w:val="00CF1977"/>
    <w:rsid w:val="00CF48B0"/>
    <w:rsid w:val="00CF4F0B"/>
    <w:rsid w:val="00CF6BCC"/>
    <w:rsid w:val="00CF6D0B"/>
    <w:rsid w:val="00D00EDA"/>
    <w:rsid w:val="00D02BAD"/>
    <w:rsid w:val="00D04685"/>
    <w:rsid w:val="00D05AE7"/>
    <w:rsid w:val="00D06143"/>
    <w:rsid w:val="00D1216B"/>
    <w:rsid w:val="00D26B04"/>
    <w:rsid w:val="00D34713"/>
    <w:rsid w:val="00D354BA"/>
    <w:rsid w:val="00D37738"/>
    <w:rsid w:val="00D412FD"/>
    <w:rsid w:val="00D424E0"/>
    <w:rsid w:val="00D427BB"/>
    <w:rsid w:val="00D45AA5"/>
    <w:rsid w:val="00D461F6"/>
    <w:rsid w:val="00D47D2F"/>
    <w:rsid w:val="00D54DBF"/>
    <w:rsid w:val="00D56823"/>
    <w:rsid w:val="00D60C4B"/>
    <w:rsid w:val="00D62963"/>
    <w:rsid w:val="00D64D93"/>
    <w:rsid w:val="00D65255"/>
    <w:rsid w:val="00D80E84"/>
    <w:rsid w:val="00D830FA"/>
    <w:rsid w:val="00D832A9"/>
    <w:rsid w:val="00D86E1F"/>
    <w:rsid w:val="00D903D3"/>
    <w:rsid w:val="00D91455"/>
    <w:rsid w:val="00D91B42"/>
    <w:rsid w:val="00D97EB0"/>
    <w:rsid w:val="00DC1B02"/>
    <w:rsid w:val="00DC510B"/>
    <w:rsid w:val="00DC5F41"/>
    <w:rsid w:val="00DC7CF6"/>
    <w:rsid w:val="00DD0E80"/>
    <w:rsid w:val="00DD183B"/>
    <w:rsid w:val="00DD272E"/>
    <w:rsid w:val="00DD3090"/>
    <w:rsid w:val="00DD737F"/>
    <w:rsid w:val="00DD783E"/>
    <w:rsid w:val="00DE1BA1"/>
    <w:rsid w:val="00DE384B"/>
    <w:rsid w:val="00DE6522"/>
    <w:rsid w:val="00DF1EC9"/>
    <w:rsid w:val="00DF53C4"/>
    <w:rsid w:val="00DF5EDE"/>
    <w:rsid w:val="00DF7DE5"/>
    <w:rsid w:val="00E016E7"/>
    <w:rsid w:val="00E0420A"/>
    <w:rsid w:val="00E042C3"/>
    <w:rsid w:val="00E07E95"/>
    <w:rsid w:val="00E11516"/>
    <w:rsid w:val="00E118CA"/>
    <w:rsid w:val="00E135D3"/>
    <w:rsid w:val="00E13CA9"/>
    <w:rsid w:val="00E14D41"/>
    <w:rsid w:val="00E161C1"/>
    <w:rsid w:val="00E16ED6"/>
    <w:rsid w:val="00E259B5"/>
    <w:rsid w:val="00E266B4"/>
    <w:rsid w:val="00E27B4A"/>
    <w:rsid w:val="00E27C80"/>
    <w:rsid w:val="00E304BD"/>
    <w:rsid w:val="00E31971"/>
    <w:rsid w:val="00E32A82"/>
    <w:rsid w:val="00E3597E"/>
    <w:rsid w:val="00E36403"/>
    <w:rsid w:val="00E37511"/>
    <w:rsid w:val="00E37792"/>
    <w:rsid w:val="00E428FA"/>
    <w:rsid w:val="00E53DA6"/>
    <w:rsid w:val="00E54331"/>
    <w:rsid w:val="00E54A7D"/>
    <w:rsid w:val="00E627C0"/>
    <w:rsid w:val="00E65AAB"/>
    <w:rsid w:val="00E660BE"/>
    <w:rsid w:val="00E677DB"/>
    <w:rsid w:val="00E67824"/>
    <w:rsid w:val="00E70ECB"/>
    <w:rsid w:val="00E717C4"/>
    <w:rsid w:val="00E73A69"/>
    <w:rsid w:val="00E74C4B"/>
    <w:rsid w:val="00E754D5"/>
    <w:rsid w:val="00E81423"/>
    <w:rsid w:val="00E83EC0"/>
    <w:rsid w:val="00E86C41"/>
    <w:rsid w:val="00E8748A"/>
    <w:rsid w:val="00E9372F"/>
    <w:rsid w:val="00E94CA9"/>
    <w:rsid w:val="00E95C8D"/>
    <w:rsid w:val="00E97D32"/>
    <w:rsid w:val="00EA0667"/>
    <w:rsid w:val="00EA1D48"/>
    <w:rsid w:val="00EA2ADE"/>
    <w:rsid w:val="00EA354B"/>
    <w:rsid w:val="00EA6B7E"/>
    <w:rsid w:val="00EB13D3"/>
    <w:rsid w:val="00EB222A"/>
    <w:rsid w:val="00EB3558"/>
    <w:rsid w:val="00EB53A9"/>
    <w:rsid w:val="00EC1325"/>
    <w:rsid w:val="00EC22FD"/>
    <w:rsid w:val="00EC3975"/>
    <w:rsid w:val="00EC55D9"/>
    <w:rsid w:val="00EC6D53"/>
    <w:rsid w:val="00EE156E"/>
    <w:rsid w:val="00EE566D"/>
    <w:rsid w:val="00EE5728"/>
    <w:rsid w:val="00EF049D"/>
    <w:rsid w:val="00EF0D5B"/>
    <w:rsid w:val="00EF4AAD"/>
    <w:rsid w:val="00EF7EB4"/>
    <w:rsid w:val="00F05355"/>
    <w:rsid w:val="00F058F7"/>
    <w:rsid w:val="00F0647B"/>
    <w:rsid w:val="00F11067"/>
    <w:rsid w:val="00F12650"/>
    <w:rsid w:val="00F15CB7"/>
    <w:rsid w:val="00F22482"/>
    <w:rsid w:val="00F238D1"/>
    <w:rsid w:val="00F24444"/>
    <w:rsid w:val="00F330DA"/>
    <w:rsid w:val="00F331DE"/>
    <w:rsid w:val="00F35CC2"/>
    <w:rsid w:val="00F41678"/>
    <w:rsid w:val="00F43D9B"/>
    <w:rsid w:val="00F44D92"/>
    <w:rsid w:val="00F45A51"/>
    <w:rsid w:val="00F54331"/>
    <w:rsid w:val="00F5445D"/>
    <w:rsid w:val="00F56340"/>
    <w:rsid w:val="00F56C24"/>
    <w:rsid w:val="00F60A2D"/>
    <w:rsid w:val="00F614C4"/>
    <w:rsid w:val="00F62EE8"/>
    <w:rsid w:val="00F66D3D"/>
    <w:rsid w:val="00F67471"/>
    <w:rsid w:val="00F677D9"/>
    <w:rsid w:val="00F77E63"/>
    <w:rsid w:val="00F80AD6"/>
    <w:rsid w:val="00F8168E"/>
    <w:rsid w:val="00F95869"/>
    <w:rsid w:val="00F96845"/>
    <w:rsid w:val="00F97693"/>
    <w:rsid w:val="00FA0910"/>
    <w:rsid w:val="00FA09AF"/>
    <w:rsid w:val="00FA492F"/>
    <w:rsid w:val="00FB332B"/>
    <w:rsid w:val="00FB38CF"/>
    <w:rsid w:val="00FB4EE3"/>
    <w:rsid w:val="00FB7CB3"/>
    <w:rsid w:val="00FC0138"/>
    <w:rsid w:val="00FC1844"/>
    <w:rsid w:val="00FC1DE4"/>
    <w:rsid w:val="00FC3D85"/>
    <w:rsid w:val="00FC5406"/>
    <w:rsid w:val="00FC6846"/>
    <w:rsid w:val="00FD3CCD"/>
    <w:rsid w:val="00FE0CDC"/>
    <w:rsid w:val="00FE37E2"/>
    <w:rsid w:val="00FE4232"/>
    <w:rsid w:val="00FE5DB9"/>
    <w:rsid w:val="00FE6DFB"/>
    <w:rsid w:val="00FF382F"/>
    <w:rsid w:val="00FF3AA3"/>
    <w:rsid w:val="00FF46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53FEB"/>
    <w:rPr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53FEB"/>
    <w:pPr>
      <w:keepNext/>
      <w:keepLines/>
      <w:suppressAutoHyphens/>
      <w:spacing w:before="360" w:after="240"/>
      <w:jc w:val="center"/>
      <w:outlineLvl w:val="0"/>
    </w:pPr>
    <w:rPr>
      <w:rFonts w:ascii="Arial" w:hAnsi="Arial" w:cs="Arial"/>
      <w:b/>
      <w:bCs/>
      <w:caps/>
      <w:kern w:val="28"/>
    </w:rPr>
  </w:style>
  <w:style w:type="paragraph" w:styleId="Heading2">
    <w:name w:val="heading 2"/>
    <w:basedOn w:val="Normal"/>
    <w:next w:val="Normal"/>
    <w:link w:val="Heading2Char"/>
    <w:autoRedefine/>
    <w:uiPriority w:val="99"/>
    <w:qFormat/>
    <w:rsid w:val="00753FEB"/>
    <w:pPr>
      <w:keepNext/>
      <w:keepLines/>
      <w:suppressAutoHyphens/>
      <w:spacing w:before="240" w:after="120"/>
      <w:jc w:val="center"/>
      <w:outlineLvl w:val="1"/>
    </w:pPr>
    <w:rPr>
      <w:b/>
      <w:bCs/>
      <w:kern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53FEB"/>
    <w:pPr>
      <w:keepNext/>
      <w:spacing w:before="240" w:after="120"/>
      <w:jc w:val="center"/>
      <w:outlineLvl w:val="2"/>
    </w:pPr>
    <w:rPr>
      <w:caps/>
    </w:rPr>
  </w:style>
  <w:style w:type="paragraph" w:styleId="Heading6">
    <w:name w:val="heading 6"/>
    <w:basedOn w:val="Normal"/>
    <w:next w:val="Normal"/>
    <w:link w:val="Heading6Char"/>
    <w:uiPriority w:val="99"/>
    <w:qFormat/>
    <w:rsid w:val="00DF5EDE"/>
    <w:pPr>
      <w:spacing w:before="240" w:after="60"/>
      <w:outlineLvl w:val="5"/>
    </w:pPr>
    <w:rPr>
      <w:b/>
      <w:bCs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F378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C12E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C12E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C12ED"/>
    <w:rPr>
      <w:rFonts w:ascii="Cambria" w:hAnsi="Cambria" w:cs="Times New Roman"/>
      <w:b/>
      <w:b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C12ED"/>
    <w:rPr>
      <w:rFonts w:ascii="Calibri" w:hAnsi="Calibri" w:cs="Times New Roman"/>
      <w:b/>
      <w:bCs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C12ED"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753FEB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C12ED"/>
    <w:rPr>
      <w:rFonts w:cs="Times New Roman"/>
      <w:sz w:val="28"/>
      <w:szCs w:val="28"/>
    </w:rPr>
  </w:style>
  <w:style w:type="paragraph" w:customStyle="1" w:styleId="a">
    <w:name w:val="Адресат"/>
    <w:basedOn w:val="Normal"/>
    <w:next w:val="BodyText"/>
    <w:autoRedefine/>
    <w:uiPriority w:val="99"/>
    <w:rsid w:val="00753FEB"/>
    <w:pPr>
      <w:spacing w:before="960" w:after="960"/>
      <w:ind w:left="4536"/>
    </w:pPr>
  </w:style>
  <w:style w:type="paragraph" w:styleId="BodyText">
    <w:name w:val="Body Text"/>
    <w:basedOn w:val="Normal"/>
    <w:link w:val="BodyTextChar"/>
    <w:uiPriority w:val="99"/>
    <w:rsid w:val="00753FEB"/>
    <w:pPr>
      <w:spacing w:after="120"/>
      <w:ind w:firstLine="7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C12ED"/>
    <w:rPr>
      <w:rFonts w:cs="Times New Roman"/>
      <w:sz w:val="28"/>
      <w:szCs w:val="28"/>
    </w:rPr>
  </w:style>
  <w:style w:type="character" w:styleId="PageNumber">
    <w:name w:val="page number"/>
    <w:basedOn w:val="DefaultParagraphFont"/>
    <w:uiPriority w:val="99"/>
    <w:rsid w:val="00753FEB"/>
    <w:rPr>
      <w:rFonts w:cs="Times New Roman"/>
    </w:rPr>
  </w:style>
  <w:style w:type="paragraph" w:customStyle="1" w:styleId="a0">
    <w:name w:val="Обращение"/>
    <w:basedOn w:val="Normal"/>
    <w:autoRedefine/>
    <w:uiPriority w:val="99"/>
    <w:rsid w:val="00736E0C"/>
    <w:pPr>
      <w:jc w:val="right"/>
    </w:pPr>
    <w:rPr>
      <w:bCs/>
      <w:sz w:val="36"/>
      <w:szCs w:val="36"/>
    </w:rPr>
  </w:style>
  <w:style w:type="paragraph" w:customStyle="1" w:styleId="1">
    <w:name w:val="Подзаголовок1"/>
    <w:basedOn w:val="Heading2"/>
    <w:next w:val="Normal"/>
    <w:autoRedefine/>
    <w:uiPriority w:val="99"/>
    <w:rsid w:val="00753FEB"/>
    <w:pPr>
      <w:spacing w:after="360"/>
    </w:pPr>
  </w:style>
  <w:style w:type="paragraph" w:styleId="Title">
    <w:name w:val="Title"/>
    <w:basedOn w:val="Normal"/>
    <w:link w:val="TitleChar"/>
    <w:uiPriority w:val="99"/>
    <w:qFormat/>
    <w:rsid w:val="00753FEB"/>
    <w:pPr>
      <w:jc w:val="center"/>
    </w:pPr>
    <w:rPr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3C12ED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753FEB"/>
    <w:pPr>
      <w:ind w:firstLine="737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C12ED"/>
    <w:rPr>
      <w:rFonts w:cs="Times New Roman"/>
      <w:sz w:val="28"/>
      <w:szCs w:val="28"/>
    </w:rPr>
  </w:style>
  <w:style w:type="paragraph" w:styleId="BodyText2">
    <w:name w:val="Body Text 2"/>
    <w:basedOn w:val="Normal"/>
    <w:link w:val="BodyText2Char"/>
    <w:uiPriority w:val="99"/>
    <w:rsid w:val="00753FEB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C12ED"/>
    <w:rPr>
      <w:rFonts w:cs="Times New Roman"/>
      <w:sz w:val="28"/>
      <w:szCs w:val="28"/>
    </w:rPr>
  </w:style>
  <w:style w:type="paragraph" w:styleId="BodyTextIndent2">
    <w:name w:val="Body Text Indent 2"/>
    <w:basedOn w:val="Normal"/>
    <w:link w:val="BodyTextIndent2Char"/>
    <w:uiPriority w:val="99"/>
    <w:rsid w:val="00753FEB"/>
    <w:pPr>
      <w:ind w:firstLine="708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C12ED"/>
    <w:rPr>
      <w:rFonts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rsid w:val="00753FE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C12ED"/>
    <w:rPr>
      <w:rFonts w:cs="Times New Roman"/>
      <w:sz w:val="28"/>
      <w:szCs w:val="28"/>
    </w:rPr>
  </w:style>
  <w:style w:type="paragraph" w:styleId="BodyTextIndent3">
    <w:name w:val="Body Text Indent 3"/>
    <w:basedOn w:val="Normal"/>
    <w:link w:val="BodyTextIndent3Char"/>
    <w:uiPriority w:val="99"/>
    <w:rsid w:val="00753FEB"/>
    <w:pPr>
      <w:spacing w:line="360" w:lineRule="auto"/>
      <w:ind w:firstLine="737"/>
      <w:jc w:val="both"/>
    </w:pPr>
    <w:rPr>
      <w:sz w:val="27"/>
      <w:szCs w:val="27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C12ED"/>
    <w:rPr>
      <w:rFonts w:cs="Times New Roman"/>
      <w:sz w:val="16"/>
      <w:szCs w:val="16"/>
    </w:rPr>
  </w:style>
  <w:style w:type="paragraph" w:customStyle="1" w:styleId="-">
    <w:name w:val="АА-рубленый"/>
    <w:uiPriority w:val="99"/>
    <w:rsid w:val="006C478C"/>
    <w:pPr>
      <w:autoSpaceDE w:val="0"/>
      <w:autoSpaceDN w:val="0"/>
      <w:adjustRightInd w:val="0"/>
      <w:spacing w:line="196" w:lineRule="atLeast"/>
      <w:ind w:firstLine="170"/>
      <w:jc w:val="both"/>
    </w:pPr>
    <w:rPr>
      <w:rFonts w:ascii="JournalSans" w:hAnsi="JournalSans" w:cs="JournalSans"/>
      <w:color w:val="000000"/>
      <w:sz w:val="17"/>
      <w:szCs w:val="17"/>
    </w:rPr>
  </w:style>
  <w:style w:type="paragraph" w:customStyle="1" w:styleId="ConsNormal">
    <w:name w:val="ConsNormal"/>
    <w:uiPriority w:val="99"/>
    <w:rsid w:val="00E754D5"/>
    <w:pPr>
      <w:widowControl w:val="0"/>
      <w:autoSpaceDE w:val="0"/>
      <w:autoSpaceDN w:val="0"/>
      <w:adjustRightInd w:val="0"/>
      <w:ind w:right="19772" w:firstLine="720"/>
    </w:pPr>
    <w:rPr>
      <w:rFonts w:ascii="Arial Black" w:hAnsi="Arial Black" w:cs="Arial Black"/>
      <w:sz w:val="20"/>
      <w:szCs w:val="20"/>
    </w:rPr>
  </w:style>
  <w:style w:type="character" w:customStyle="1" w:styleId="a1">
    <w:name w:val="Цветовое выделение"/>
    <w:uiPriority w:val="99"/>
    <w:rsid w:val="00D26B04"/>
    <w:rPr>
      <w:b/>
      <w:color w:val="000080"/>
      <w:sz w:val="20"/>
    </w:rPr>
  </w:style>
  <w:style w:type="paragraph" w:customStyle="1" w:styleId="a2">
    <w:name w:val="Заголовок статьи"/>
    <w:basedOn w:val="Normal"/>
    <w:next w:val="Normal"/>
    <w:uiPriority w:val="99"/>
    <w:rsid w:val="00D26B0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character" w:customStyle="1" w:styleId="a3">
    <w:name w:val="Гипертекстовая ссылка"/>
    <w:uiPriority w:val="99"/>
    <w:rsid w:val="00D86E1F"/>
    <w:rPr>
      <w:b/>
      <w:color w:val="008000"/>
      <w:sz w:val="20"/>
      <w:u w:val="single"/>
    </w:rPr>
  </w:style>
  <w:style w:type="paragraph" w:customStyle="1" w:styleId="a4">
    <w:name w:val="Комментарий"/>
    <w:basedOn w:val="Normal"/>
    <w:next w:val="Normal"/>
    <w:uiPriority w:val="99"/>
    <w:rsid w:val="00D86E1F"/>
    <w:pPr>
      <w:widowControl w:val="0"/>
      <w:autoSpaceDE w:val="0"/>
      <w:autoSpaceDN w:val="0"/>
      <w:adjustRightInd w:val="0"/>
      <w:ind w:left="170"/>
      <w:jc w:val="both"/>
    </w:pPr>
    <w:rPr>
      <w:rFonts w:ascii="Arial" w:hAnsi="Arial" w:cs="Arial"/>
      <w:i/>
      <w:iCs/>
      <w:color w:val="800080"/>
      <w:sz w:val="20"/>
      <w:szCs w:val="20"/>
    </w:rPr>
  </w:style>
  <w:style w:type="character" w:customStyle="1" w:styleId="a5">
    <w:name w:val="Не вступил в силу"/>
    <w:uiPriority w:val="99"/>
    <w:rsid w:val="00D86E1F"/>
    <w:rPr>
      <w:b/>
      <w:color w:val="008080"/>
      <w:sz w:val="20"/>
    </w:rPr>
  </w:style>
  <w:style w:type="paragraph" w:customStyle="1" w:styleId="BodyTextIndent21">
    <w:name w:val="Body Text Indent 21"/>
    <w:basedOn w:val="Normal"/>
    <w:uiPriority w:val="99"/>
    <w:rsid w:val="00764C23"/>
    <w:pPr>
      <w:widowControl w:val="0"/>
      <w:autoSpaceDE w:val="0"/>
      <w:autoSpaceDN w:val="0"/>
      <w:adjustRightInd w:val="0"/>
      <w:ind w:left="567" w:hanging="27"/>
      <w:jc w:val="both"/>
    </w:pPr>
    <w:rPr>
      <w:b/>
      <w:bCs/>
    </w:rPr>
  </w:style>
  <w:style w:type="paragraph" w:customStyle="1" w:styleId="ConsPlusNormal">
    <w:name w:val="ConsPlusNormal"/>
    <w:uiPriority w:val="99"/>
    <w:rsid w:val="003B3B7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3B3B72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5E6DB9"/>
    <w:rPr>
      <w:rFonts w:ascii="Courier New" w:hAnsi="Courier New" w:cs="Times New Roman"/>
      <w:lang w:val="ru-RU" w:eastAsia="ru-RU"/>
    </w:rPr>
  </w:style>
  <w:style w:type="paragraph" w:customStyle="1" w:styleId="a6">
    <w:name w:val="Стиль"/>
    <w:uiPriority w:val="99"/>
    <w:rsid w:val="008E6EFA"/>
    <w:pPr>
      <w:widowControl w:val="0"/>
      <w:autoSpaceDE w:val="0"/>
      <w:autoSpaceDN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a7">
    <w:name w:val="Основной"/>
    <w:basedOn w:val="Normal"/>
    <w:uiPriority w:val="99"/>
    <w:rsid w:val="00C916EF"/>
    <w:pPr>
      <w:ind w:firstLine="709"/>
      <w:jc w:val="both"/>
    </w:pPr>
  </w:style>
  <w:style w:type="paragraph" w:customStyle="1" w:styleId="a8">
    <w:name w:val="Знак"/>
    <w:basedOn w:val="Normal"/>
    <w:uiPriority w:val="99"/>
    <w:rsid w:val="00C5002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Hyperlink">
    <w:name w:val="Hyperlink"/>
    <w:basedOn w:val="DefaultParagraphFont"/>
    <w:uiPriority w:val="99"/>
    <w:rsid w:val="001867A4"/>
    <w:rPr>
      <w:rFonts w:cs="Times New Roman"/>
      <w:color w:val="0000FF"/>
      <w:u w:val="single"/>
    </w:rPr>
  </w:style>
  <w:style w:type="character" w:customStyle="1" w:styleId="FontStyle12">
    <w:name w:val="Font Style12"/>
    <w:uiPriority w:val="99"/>
    <w:rsid w:val="005E6DB9"/>
    <w:rPr>
      <w:rFonts w:ascii="Times New Roman" w:hAnsi="Times New Roman"/>
      <w:sz w:val="26"/>
    </w:rPr>
  </w:style>
  <w:style w:type="paragraph" w:styleId="BalloonText">
    <w:name w:val="Balloon Text"/>
    <w:basedOn w:val="Normal"/>
    <w:link w:val="BalloonTextChar"/>
    <w:uiPriority w:val="99"/>
    <w:rsid w:val="008E120A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E120A"/>
    <w:rPr>
      <w:rFonts w:ascii="Tahoma" w:hAnsi="Tahoma" w:cs="Times New Roman"/>
      <w:sz w:val="16"/>
    </w:rPr>
  </w:style>
  <w:style w:type="paragraph" w:styleId="NormalWeb">
    <w:name w:val="Normal (Web)"/>
    <w:basedOn w:val="Normal"/>
    <w:uiPriority w:val="99"/>
    <w:rsid w:val="00F05355"/>
    <w:pPr>
      <w:suppressAutoHyphens/>
      <w:spacing w:before="280" w:after="119"/>
    </w:pPr>
    <w:rPr>
      <w:rFonts w:cs="Calibri"/>
      <w:sz w:val="24"/>
      <w:szCs w:val="24"/>
      <w:lang w:eastAsia="ar-SA"/>
    </w:rPr>
  </w:style>
  <w:style w:type="character" w:customStyle="1" w:styleId="10">
    <w:name w:val="Текст Знак1"/>
    <w:uiPriority w:val="99"/>
    <w:locked/>
    <w:rsid w:val="00F05355"/>
    <w:rPr>
      <w:rFonts w:ascii="Courier New" w:hAnsi="Courier New"/>
    </w:rPr>
  </w:style>
  <w:style w:type="character" w:styleId="FollowedHyperlink">
    <w:name w:val="FollowedHyperlink"/>
    <w:basedOn w:val="DefaultParagraphFont"/>
    <w:uiPriority w:val="99"/>
    <w:rsid w:val="00BB6E96"/>
    <w:rPr>
      <w:rFonts w:cs="Times New Roman"/>
      <w:color w:val="800080"/>
      <w:u w:val="single"/>
    </w:rPr>
  </w:style>
  <w:style w:type="paragraph" w:customStyle="1" w:styleId="xl83">
    <w:name w:val="xl83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84">
    <w:name w:val="xl8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9">
    <w:name w:val="xl89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90">
    <w:name w:val="xl9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1">
    <w:name w:val="xl9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92">
    <w:name w:val="xl9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6">
    <w:name w:val="xl9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8">
    <w:name w:val="xl9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Normal"/>
    <w:uiPriority w:val="99"/>
    <w:rsid w:val="00BB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02">
    <w:name w:val="xl10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4">
    <w:name w:val="xl10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5">
    <w:name w:val="xl105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06">
    <w:name w:val="xl10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07">
    <w:name w:val="xl10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8">
    <w:name w:val="xl108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109">
    <w:name w:val="xl109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00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11">
    <w:name w:val="xl11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00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00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3">
    <w:name w:val="xl113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5">
    <w:name w:val="xl11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6">
    <w:name w:val="xl11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7">
    <w:name w:val="xl117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8">
    <w:name w:val="xl11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9">
    <w:name w:val="xl11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3">
    <w:name w:val="xl123"/>
    <w:basedOn w:val="Normal"/>
    <w:uiPriority w:val="99"/>
    <w:rsid w:val="00BB6E9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125">
    <w:name w:val="xl12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7">
    <w:name w:val="xl12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28">
    <w:name w:val="xl12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Normal"/>
    <w:uiPriority w:val="99"/>
    <w:rsid w:val="00BB6E96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33">
    <w:name w:val="xl13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Normal"/>
    <w:uiPriority w:val="99"/>
    <w:rsid w:val="00BB6E96"/>
    <w:pPr>
      <w:pBdr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00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38">
    <w:name w:val="xl138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3">
    <w:name w:val="xl14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4">
    <w:name w:val="xl14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5">
    <w:name w:val="xl14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46">
    <w:name w:val="xl14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7">
    <w:name w:val="xl14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8">
    <w:name w:val="xl148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49">
    <w:name w:val="xl149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0">
    <w:name w:val="xl150"/>
    <w:basedOn w:val="Normal"/>
    <w:uiPriority w:val="99"/>
    <w:rsid w:val="00BB6E96"/>
    <w:pPr>
      <w:pBdr>
        <w:lef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1">
    <w:name w:val="xl15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52">
    <w:name w:val="xl15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3">
    <w:name w:val="xl15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5">
    <w:name w:val="xl155"/>
    <w:basedOn w:val="Normal"/>
    <w:uiPriority w:val="99"/>
    <w:rsid w:val="00BB6E96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6">
    <w:name w:val="xl156"/>
    <w:basedOn w:val="Normal"/>
    <w:uiPriority w:val="99"/>
    <w:rsid w:val="00BB6E96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57">
    <w:name w:val="xl157"/>
    <w:basedOn w:val="Normal"/>
    <w:uiPriority w:val="99"/>
    <w:rsid w:val="00BB6E96"/>
    <w:pPr>
      <w:spacing w:before="100" w:beforeAutospacing="1" w:after="100" w:afterAutospacing="1"/>
      <w:jc w:val="right"/>
      <w:textAlignment w:val="center"/>
    </w:pPr>
    <w:rPr>
      <w:rFonts w:ascii="Arial" w:hAnsi="Arial" w:cs="Arial"/>
      <w:sz w:val="24"/>
      <w:szCs w:val="24"/>
    </w:rPr>
  </w:style>
  <w:style w:type="paragraph" w:customStyle="1" w:styleId="xl158">
    <w:name w:val="xl158"/>
    <w:basedOn w:val="Normal"/>
    <w:uiPriority w:val="99"/>
    <w:rsid w:val="00BB6E96"/>
    <w:pPr>
      <w:spacing w:before="100" w:beforeAutospacing="1" w:after="100" w:afterAutospacing="1"/>
    </w:pPr>
    <w:rPr>
      <w:sz w:val="24"/>
      <w:szCs w:val="24"/>
    </w:rPr>
  </w:style>
  <w:style w:type="paragraph" w:customStyle="1" w:styleId="xl159">
    <w:name w:val="xl159"/>
    <w:basedOn w:val="Normal"/>
    <w:uiPriority w:val="99"/>
    <w:rsid w:val="00BB6E96"/>
    <w:pPr>
      <w:pBdr>
        <w:top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Normal"/>
    <w:uiPriority w:val="99"/>
    <w:rsid w:val="00BB6E96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62">
    <w:name w:val="xl16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3">
    <w:name w:val="xl16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/>
      <w:jc w:val="right"/>
      <w:textAlignment w:val="center"/>
    </w:pPr>
  </w:style>
  <w:style w:type="paragraph" w:customStyle="1" w:styleId="xl165">
    <w:name w:val="xl16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Normal"/>
    <w:uiPriority w:val="99"/>
    <w:rsid w:val="00BB6E96"/>
    <w:pPr>
      <w:pBdr>
        <w:top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8">
    <w:name w:val="xl16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9">
    <w:name w:val="xl169"/>
    <w:basedOn w:val="Normal"/>
    <w:uiPriority w:val="99"/>
    <w:rsid w:val="00BB6E96"/>
    <w:pPr>
      <w:pBdr>
        <w:top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0">
    <w:name w:val="xl170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1">
    <w:name w:val="xl171"/>
    <w:basedOn w:val="Normal"/>
    <w:uiPriority w:val="99"/>
    <w:rsid w:val="00BB6E96"/>
    <w:pPr>
      <w:shd w:val="clear" w:color="FFFFFF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2">
    <w:name w:val="xl172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3">
    <w:name w:val="xl17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4">
    <w:name w:val="xl17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5">
    <w:name w:val="xl175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6">
    <w:name w:val="xl17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77">
    <w:name w:val="xl177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78">
    <w:name w:val="xl178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Normal"/>
    <w:uiPriority w:val="99"/>
    <w:rsid w:val="00BB6E9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180">
    <w:name w:val="xl180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2">
    <w:name w:val="xl182"/>
    <w:basedOn w:val="Normal"/>
    <w:uiPriority w:val="99"/>
    <w:rsid w:val="00BB6E96"/>
    <w:pPr>
      <w:pBdr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85">
    <w:name w:val="xl185"/>
    <w:basedOn w:val="Normal"/>
    <w:uiPriority w:val="99"/>
    <w:rsid w:val="00BB6E96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86">
    <w:name w:val="xl186"/>
    <w:basedOn w:val="Normal"/>
    <w:uiPriority w:val="99"/>
    <w:rsid w:val="00BB6E96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Normal"/>
    <w:uiPriority w:val="99"/>
    <w:rsid w:val="00BB6E96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89">
    <w:name w:val="xl189"/>
    <w:basedOn w:val="Normal"/>
    <w:uiPriority w:val="99"/>
    <w:rsid w:val="00BB6E96"/>
    <w:pPr>
      <w:pBdr>
        <w:top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191">
    <w:name w:val="xl191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/>
      <w:jc w:val="center"/>
      <w:textAlignment w:val="center"/>
    </w:pPr>
  </w:style>
  <w:style w:type="paragraph" w:customStyle="1" w:styleId="xl192">
    <w:name w:val="xl192"/>
    <w:basedOn w:val="Normal"/>
    <w:uiPriority w:val="99"/>
    <w:rsid w:val="00BB6E96"/>
    <w:pPr>
      <w:pBdr>
        <w:top w:val="single" w:sz="4" w:space="0" w:color="auto"/>
        <w:left w:val="single" w:sz="4" w:space="0" w:color="000000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4">
    <w:name w:val="xl194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5">
    <w:name w:val="xl195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7">
    <w:name w:val="xl197"/>
    <w:basedOn w:val="Normal"/>
    <w:uiPriority w:val="99"/>
    <w:rsid w:val="00BB6E9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8">
    <w:name w:val="xl19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9">
    <w:name w:val="xl19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0">
    <w:name w:val="xl200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FF00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1">
    <w:name w:val="xl20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00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2">
    <w:name w:val="xl202"/>
    <w:basedOn w:val="Normal"/>
    <w:uiPriority w:val="99"/>
    <w:rsid w:val="00BB6E9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center"/>
    </w:pPr>
  </w:style>
  <w:style w:type="paragraph" w:customStyle="1" w:styleId="xl203">
    <w:name w:val="xl203"/>
    <w:basedOn w:val="Normal"/>
    <w:uiPriority w:val="99"/>
    <w:rsid w:val="00BB6E96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204">
    <w:name w:val="xl204"/>
    <w:basedOn w:val="Normal"/>
    <w:uiPriority w:val="99"/>
    <w:rsid w:val="00BB6E96"/>
    <w:pPr>
      <w:pBdr>
        <w:left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Normal"/>
    <w:uiPriority w:val="99"/>
    <w:rsid w:val="00BB6E96"/>
    <w:pP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206">
    <w:name w:val="xl206"/>
    <w:basedOn w:val="Normal"/>
    <w:uiPriority w:val="99"/>
    <w:rsid w:val="00BB6E96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207">
    <w:name w:val="xl20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08">
    <w:name w:val="xl20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09">
    <w:name w:val="xl20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0">
    <w:name w:val="xl21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1">
    <w:name w:val="xl211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2">
    <w:name w:val="xl21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3">
    <w:name w:val="xl21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4">
    <w:name w:val="xl214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15">
    <w:name w:val="xl215"/>
    <w:basedOn w:val="Normal"/>
    <w:uiPriority w:val="99"/>
    <w:rsid w:val="00BB6E96"/>
    <w:pPr>
      <w:pBdr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6">
    <w:name w:val="xl216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7">
    <w:name w:val="xl21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18">
    <w:name w:val="xl21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19">
    <w:name w:val="xl21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0">
    <w:name w:val="xl220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auto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1">
    <w:name w:val="xl221"/>
    <w:basedOn w:val="Normal"/>
    <w:uiPriority w:val="99"/>
    <w:rsid w:val="00BB6E96"/>
    <w:pPr>
      <w:pBdr>
        <w:top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2">
    <w:name w:val="xl222"/>
    <w:basedOn w:val="Normal"/>
    <w:uiPriority w:val="99"/>
    <w:rsid w:val="00BB6E96"/>
    <w:pPr>
      <w:pBdr>
        <w:top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3">
    <w:name w:val="xl223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4">
    <w:name w:val="xl22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right"/>
    </w:pPr>
    <w:rPr>
      <w:b/>
      <w:bCs/>
    </w:rPr>
  </w:style>
  <w:style w:type="paragraph" w:customStyle="1" w:styleId="xl225">
    <w:name w:val="xl22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26">
    <w:name w:val="xl22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7">
    <w:name w:val="xl227"/>
    <w:basedOn w:val="Normal"/>
    <w:uiPriority w:val="99"/>
    <w:rsid w:val="00BB6E96"/>
    <w:pPr>
      <w:pBdr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8">
    <w:name w:val="xl228"/>
    <w:basedOn w:val="Normal"/>
    <w:uiPriority w:val="99"/>
    <w:rsid w:val="00BB6E96"/>
    <w:pPr>
      <w:pBdr>
        <w:left w:val="single" w:sz="4" w:space="0" w:color="000000"/>
        <w:bottom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9">
    <w:name w:val="xl229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0">
    <w:name w:val="xl230"/>
    <w:basedOn w:val="Normal"/>
    <w:uiPriority w:val="99"/>
    <w:rsid w:val="00BB6E96"/>
    <w:pPr>
      <w:pBdr>
        <w:bottom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1">
    <w:name w:val="xl231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2">
    <w:name w:val="xl232"/>
    <w:basedOn w:val="Normal"/>
    <w:uiPriority w:val="99"/>
    <w:rsid w:val="00BB6E96"/>
    <w:pPr>
      <w:pBdr>
        <w:bottom w:val="single" w:sz="4" w:space="0" w:color="000000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3">
    <w:name w:val="xl233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4">
    <w:name w:val="xl23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35">
    <w:name w:val="xl23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6">
    <w:name w:val="xl236"/>
    <w:basedOn w:val="Normal"/>
    <w:uiPriority w:val="99"/>
    <w:rsid w:val="00BB6E9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7">
    <w:name w:val="xl23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8">
    <w:name w:val="xl23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39">
    <w:name w:val="xl23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0">
    <w:name w:val="xl24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1">
    <w:name w:val="xl24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2">
    <w:name w:val="xl242"/>
    <w:basedOn w:val="Normal"/>
    <w:uiPriority w:val="99"/>
    <w:rsid w:val="00BB6E96"/>
    <w:pPr>
      <w:pBdr>
        <w:top w:val="single" w:sz="4" w:space="0" w:color="000000"/>
        <w:right w:val="single" w:sz="4" w:space="0" w:color="000000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3">
    <w:name w:val="xl24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4">
    <w:name w:val="xl24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5">
    <w:name w:val="xl245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46">
    <w:name w:val="xl24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47">
    <w:name w:val="xl24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49">
    <w:name w:val="xl249"/>
    <w:basedOn w:val="Normal"/>
    <w:uiPriority w:val="99"/>
    <w:rsid w:val="00BB6E96"/>
    <w:pPr>
      <w:pBdr>
        <w:top w:val="single" w:sz="4" w:space="0" w:color="000000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Normal"/>
    <w:uiPriority w:val="99"/>
    <w:rsid w:val="00BB6E9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Normal"/>
    <w:uiPriority w:val="99"/>
    <w:rsid w:val="00BB6E9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2">
    <w:name w:val="xl25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</w:style>
  <w:style w:type="paragraph" w:customStyle="1" w:styleId="xl253">
    <w:name w:val="xl25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255">
    <w:name w:val="xl255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</w:style>
  <w:style w:type="paragraph" w:customStyle="1" w:styleId="xl256">
    <w:name w:val="xl256"/>
    <w:basedOn w:val="Normal"/>
    <w:uiPriority w:val="99"/>
    <w:rsid w:val="00BB6E96"/>
    <w:pPr>
      <w:pBdr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260">
    <w:name w:val="xl260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right"/>
    </w:pPr>
  </w:style>
  <w:style w:type="paragraph" w:customStyle="1" w:styleId="xl261">
    <w:name w:val="xl26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62">
    <w:name w:val="xl26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64">
    <w:name w:val="xl264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</w:style>
  <w:style w:type="paragraph" w:customStyle="1" w:styleId="xl265">
    <w:name w:val="xl265"/>
    <w:basedOn w:val="Normal"/>
    <w:uiPriority w:val="99"/>
    <w:rsid w:val="00BB6E96"/>
    <w:pPr>
      <w:pBdr>
        <w:top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66">
    <w:name w:val="xl266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67">
    <w:name w:val="xl26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</w:style>
  <w:style w:type="paragraph" w:customStyle="1" w:styleId="xl268">
    <w:name w:val="xl26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69">
    <w:name w:val="xl26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1">
    <w:name w:val="xl27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3">
    <w:name w:val="xl27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</w:style>
  <w:style w:type="paragraph" w:customStyle="1" w:styleId="xl274">
    <w:name w:val="xl274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5">
    <w:name w:val="xl27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76">
    <w:name w:val="xl27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8">
    <w:name w:val="xl278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280">
    <w:name w:val="xl280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281">
    <w:name w:val="xl28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282">
    <w:name w:val="xl282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textAlignment w:val="center"/>
    </w:pPr>
  </w:style>
  <w:style w:type="paragraph" w:customStyle="1" w:styleId="xl283">
    <w:name w:val="xl28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285">
    <w:name w:val="xl285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286">
    <w:name w:val="xl286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287">
    <w:name w:val="xl28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80"/>
      <w:spacing w:before="100" w:beforeAutospacing="1" w:after="100" w:afterAutospacing="1"/>
      <w:textAlignment w:val="center"/>
    </w:pPr>
  </w:style>
  <w:style w:type="paragraph" w:customStyle="1" w:styleId="xl288">
    <w:name w:val="xl28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289">
    <w:name w:val="xl289"/>
    <w:basedOn w:val="Normal"/>
    <w:uiPriority w:val="99"/>
    <w:rsid w:val="00BB6E9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290">
    <w:name w:val="xl290"/>
    <w:basedOn w:val="Normal"/>
    <w:uiPriority w:val="99"/>
    <w:rsid w:val="00BB6E9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291">
    <w:name w:val="xl291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/>
      <w:jc w:val="right"/>
      <w:textAlignment w:val="center"/>
    </w:pPr>
  </w:style>
  <w:style w:type="paragraph" w:customStyle="1" w:styleId="xl292">
    <w:name w:val="xl292"/>
    <w:basedOn w:val="Normal"/>
    <w:uiPriority w:val="99"/>
    <w:rsid w:val="00BB6E96"/>
    <w:pPr>
      <w:pBdr>
        <w:top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</w:style>
  <w:style w:type="paragraph" w:customStyle="1" w:styleId="xl293">
    <w:name w:val="xl293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</w:style>
  <w:style w:type="paragraph" w:customStyle="1" w:styleId="xl294">
    <w:name w:val="xl29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right"/>
      <w:textAlignment w:val="center"/>
    </w:pPr>
  </w:style>
  <w:style w:type="paragraph" w:customStyle="1" w:styleId="xl295">
    <w:name w:val="xl29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296">
    <w:name w:val="xl29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297">
    <w:name w:val="xl29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jc w:val="right"/>
      <w:textAlignment w:val="center"/>
    </w:pPr>
  </w:style>
  <w:style w:type="paragraph" w:customStyle="1" w:styleId="xl298">
    <w:name w:val="xl29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jc w:val="center"/>
      <w:textAlignment w:val="center"/>
    </w:pPr>
  </w:style>
  <w:style w:type="paragraph" w:customStyle="1" w:styleId="xl299">
    <w:name w:val="xl29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00">
    <w:name w:val="xl30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01">
    <w:name w:val="xl30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</w:style>
  <w:style w:type="paragraph" w:customStyle="1" w:styleId="xl302">
    <w:name w:val="xl30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03">
    <w:name w:val="xl30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04">
    <w:name w:val="xl30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05">
    <w:name w:val="xl305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</w:style>
  <w:style w:type="paragraph" w:customStyle="1" w:styleId="xl306">
    <w:name w:val="xl306"/>
    <w:basedOn w:val="Normal"/>
    <w:uiPriority w:val="99"/>
    <w:rsid w:val="00BB6E96"/>
    <w:pPr>
      <w:pBdr>
        <w:top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07">
    <w:name w:val="xl307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08">
    <w:name w:val="xl30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09">
    <w:name w:val="xl30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11">
    <w:name w:val="xl31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</w:style>
  <w:style w:type="paragraph" w:customStyle="1" w:styleId="xl312">
    <w:name w:val="xl312"/>
    <w:basedOn w:val="Normal"/>
    <w:uiPriority w:val="99"/>
    <w:rsid w:val="00BB6E96"/>
    <w:pPr>
      <w:pBdr>
        <w:bottom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/>
      <w:textAlignment w:val="center"/>
    </w:pPr>
  </w:style>
  <w:style w:type="paragraph" w:customStyle="1" w:styleId="xl314">
    <w:name w:val="xl31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15">
    <w:name w:val="xl31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17">
    <w:name w:val="xl31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</w:style>
  <w:style w:type="paragraph" w:customStyle="1" w:styleId="xl318">
    <w:name w:val="xl31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20">
    <w:name w:val="xl32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21">
    <w:name w:val="xl321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22">
    <w:name w:val="xl322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23">
    <w:name w:val="xl323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/>
      <w:jc w:val="right"/>
      <w:textAlignment w:val="center"/>
    </w:pPr>
  </w:style>
  <w:style w:type="paragraph" w:customStyle="1" w:styleId="xl324">
    <w:name w:val="xl32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25">
    <w:name w:val="xl325"/>
    <w:basedOn w:val="Normal"/>
    <w:uiPriority w:val="99"/>
    <w:rsid w:val="00BB6E96"/>
    <w:pPr>
      <w:pBdr>
        <w:top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26">
    <w:name w:val="xl32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right"/>
    </w:pPr>
  </w:style>
  <w:style w:type="paragraph" w:customStyle="1" w:styleId="xl327">
    <w:name w:val="xl32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</w:style>
  <w:style w:type="paragraph" w:customStyle="1" w:styleId="xl329">
    <w:name w:val="xl329"/>
    <w:basedOn w:val="Normal"/>
    <w:uiPriority w:val="99"/>
    <w:rsid w:val="00BB6E96"/>
    <w:pPr>
      <w:pBdr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30">
    <w:name w:val="xl330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31">
    <w:name w:val="xl331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right"/>
      <w:textAlignment w:val="center"/>
    </w:pPr>
  </w:style>
  <w:style w:type="paragraph" w:customStyle="1" w:styleId="xl332">
    <w:name w:val="xl332"/>
    <w:basedOn w:val="Normal"/>
    <w:uiPriority w:val="99"/>
    <w:rsid w:val="00BB6E96"/>
    <w:pPr>
      <w:pBdr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333">
    <w:name w:val="xl333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</w:style>
  <w:style w:type="paragraph" w:customStyle="1" w:styleId="xl334">
    <w:name w:val="xl33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35">
    <w:name w:val="xl33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6">
    <w:name w:val="xl336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7">
    <w:name w:val="xl337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0066CC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338">
    <w:name w:val="xl338"/>
    <w:basedOn w:val="Normal"/>
    <w:uiPriority w:val="99"/>
    <w:rsid w:val="00BB6E96"/>
    <w:pPr>
      <w:pBdr>
        <w:top w:val="single" w:sz="4" w:space="0" w:color="auto"/>
      </w:pBdr>
      <w:shd w:val="clear" w:color="FFFFFF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39">
    <w:name w:val="xl339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0066CC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40">
    <w:name w:val="xl34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textAlignment w:val="center"/>
    </w:pPr>
  </w:style>
  <w:style w:type="paragraph" w:customStyle="1" w:styleId="xl341">
    <w:name w:val="xl341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textAlignment w:val="center"/>
    </w:pPr>
  </w:style>
  <w:style w:type="paragraph" w:customStyle="1" w:styleId="xl342">
    <w:name w:val="xl34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43">
    <w:name w:val="xl34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44">
    <w:name w:val="xl34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45">
    <w:name w:val="xl345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</w:style>
  <w:style w:type="paragraph" w:customStyle="1" w:styleId="xl346">
    <w:name w:val="xl346"/>
    <w:basedOn w:val="Normal"/>
    <w:uiPriority w:val="99"/>
    <w:rsid w:val="00BB6E96"/>
    <w:pPr>
      <w:pBdr>
        <w:top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47">
    <w:name w:val="xl347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48">
    <w:name w:val="xl34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</w:style>
  <w:style w:type="paragraph" w:customStyle="1" w:styleId="xl349">
    <w:name w:val="xl34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50">
    <w:name w:val="xl350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51">
    <w:name w:val="xl35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52">
    <w:name w:val="xl35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53">
    <w:name w:val="xl35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54">
    <w:name w:val="xl35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right"/>
      <w:textAlignment w:val="center"/>
    </w:pPr>
  </w:style>
  <w:style w:type="paragraph" w:customStyle="1" w:styleId="xl355">
    <w:name w:val="xl355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56">
    <w:name w:val="xl35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57">
    <w:name w:val="xl35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58">
    <w:name w:val="xl358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59">
    <w:name w:val="xl359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60">
    <w:name w:val="xl360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C0C0C0"/>
      <w:spacing w:before="100" w:beforeAutospacing="1" w:after="100" w:afterAutospacing="1"/>
      <w:jc w:val="right"/>
      <w:textAlignment w:val="center"/>
    </w:pPr>
  </w:style>
  <w:style w:type="paragraph" w:customStyle="1" w:styleId="xl361">
    <w:name w:val="xl361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C0C0C0"/>
      <w:spacing w:before="100" w:beforeAutospacing="1" w:after="100" w:afterAutospacing="1"/>
      <w:jc w:val="center"/>
      <w:textAlignment w:val="center"/>
    </w:pPr>
  </w:style>
  <w:style w:type="paragraph" w:customStyle="1" w:styleId="xl362">
    <w:name w:val="xl362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FFFFFF" w:fill="C0C0C0"/>
      <w:spacing w:before="100" w:beforeAutospacing="1" w:after="100" w:afterAutospacing="1"/>
      <w:textAlignment w:val="center"/>
    </w:pPr>
  </w:style>
  <w:style w:type="paragraph" w:customStyle="1" w:styleId="xl363">
    <w:name w:val="xl36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C0C0C0"/>
      <w:spacing w:before="100" w:beforeAutospacing="1" w:after="100" w:afterAutospacing="1"/>
      <w:jc w:val="right"/>
      <w:textAlignment w:val="center"/>
    </w:pPr>
  </w:style>
  <w:style w:type="paragraph" w:customStyle="1" w:styleId="xl364">
    <w:name w:val="xl36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/>
      <w:textAlignment w:val="center"/>
    </w:pPr>
  </w:style>
  <w:style w:type="paragraph" w:customStyle="1" w:styleId="xl365">
    <w:name w:val="xl36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textAlignment w:val="center"/>
    </w:pPr>
  </w:style>
  <w:style w:type="paragraph" w:customStyle="1" w:styleId="xl366">
    <w:name w:val="xl36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67">
    <w:name w:val="xl36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68">
    <w:name w:val="xl36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/>
      <w:jc w:val="right"/>
      <w:textAlignment w:val="center"/>
    </w:pPr>
  </w:style>
  <w:style w:type="paragraph" w:customStyle="1" w:styleId="xl369">
    <w:name w:val="xl369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370">
    <w:name w:val="xl370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0C0C0"/>
      <w:spacing w:before="100" w:beforeAutospacing="1" w:after="100" w:afterAutospacing="1"/>
      <w:jc w:val="right"/>
      <w:textAlignment w:val="center"/>
    </w:pPr>
  </w:style>
  <w:style w:type="paragraph" w:customStyle="1" w:styleId="xl371">
    <w:name w:val="xl371"/>
    <w:basedOn w:val="Normal"/>
    <w:uiPriority w:val="99"/>
    <w:rsid w:val="00BB6E96"/>
    <w:pPr>
      <w:pBdr>
        <w:top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372">
    <w:name w:val="xl372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textAlignment w:val="center"/>
    </w:pPr>
  </w:style>
  <w:style w:type="paragraph" w:customStyle="1" w:styleId="xl373">
    <w:name w:val="xl373"/>
    <w:basedOn w:val="Normal"/>
    <w:uiPriority w:val="99"/>
    <w:rsid w:val="00BB6E9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99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74">
    <w:name w:val="xl374"/>
    <w:basedOn w:val="Normal"/>
    <w:uiPriority w:val="99"/>
    <w:rsid w:val="00BB6E96"/>
    <w:pPr>
      <w:pBdr>
        <w:top w:val="single" w:sz="4" w:space="0" w:color="000000"/>
        <w:right w:val="single" w:sz="4" w:space="0" w:color="000000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375">
    <w:name w:val="xl37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376">
    <w:name w:val="xl37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textAlignment w:val="center"/>
    </w:pPr>
  </w:style>
  <w:style w:type="paragraph" w:customStyle="1" w:styleId="xl377">
    <w:name w:val="xl377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378">
    <w:name w:val="xl37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379">
    <w:name w:val="xl37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380">
    <w:name w:val="xl380"/>
    <w:basedOn w:val="Normal"/>
    <w:uiPriority w:val="99"/>
    <w:rsid w:val="00BB6E96"/>
    <w:pPr>
      <w:pBdr>
        <w:top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381">
    <w:name w:val="xl381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right"/>
    </w:pPr>
  </w:style>
  <w:style w:type="paragraph" w:customStyle="1" w:styleId="xl382">
    <w:name w:val="xl382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right"/>
      <w:textAlignment w:val="center"/>
    </w:pPr>
  </w:style>
  <w:style w:type="paragraph" w:customStyle="1" w:styleId="xl383">
    <w:name w:val="xl383"/>
    <w:basedOn w:val="Normal"/>
    <w:uiPriority w:val="99"/>
    <w:rsid w:val="00BB6E96"/>
    <w:pPr>
      <w:pBdr>
        <w:bottom w:val="single" w:sz="4" w:space="0" w:color="auto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384">
    <w:name w:val="xl384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385">
    <w:name w:val="xl385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86">
    <w:name w:val="xl386"/>
    <w:basedOn w:val="Normal"/>
    <w:uiPriority w:val="99"/>
    <w:rsid w:val="00BB6E9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387">
    <w:name w:val="xl387"/>
    <w:basedOn w:val="Normal"/>
    <w:uiPriority w:val="99"/>
    <w:rsid w:val="00BB6E96"/>
    <w:pPr>
      <w:pBdr>
        <w:top w:val="single" w:sz="4" w:space="0" w:color="000000"/>
        <w:left w:val="single" w:sz="4" w:space="0" w:color="auto"/>
        <w:bottom w:val="single" w:sz="4" w:space="0" w:color="000000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388">
    <w:name w:val="xl388"/>
    <w:basedOn w:val="Normal"/>
    <w:uiPriority w:val="99"/>
    <w:rsid w:val="00BB6E96"/>
    <w:pPr>
      <w:pBdr>
        <w:top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389">
    <w:name w:val="xl389"/>
    <w:basedOn w:val="Normal"/>
    <w:uiPriority w:val="99"/>
    <w:rsid w:val="00BB6E96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390">
    <w:name w:val="xl39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69696"/>
      <w:spacing w:before="100" w:beforeAutospacing="1" w:after="100" w:afterAutospacing="1"/>
      <w:jc w:val="right"/>
      <w:textAlignment w:val="center"/>
    </w:pPr>
  </w:style>
  <w:style w:type="paragraph" w:customStyle="1" w:styleId="xl391">
    <w:name w:val="xl39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92">
    <w:name w:val="xl39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93">
    <w:name w:val="xl39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94">
    <w:name w:val="xl394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395">
    <w:name w:val="xl395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96">
    <w:name w:val="xl39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97">
    <w:name w:val="xl397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99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398">
    <w:name w:val="xl398"/>
    <w:basedOn w:val="Normal"/>
    <w:uiPriority w:val="99"/>
    <w:rsid w:val="00BB6E96"/>
    <w:pP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399">
    <w:name w:val="xl399"/>
    <w:basedOn w:val="Normal"/>
    <w:uiPriority w:val="99"/>
    <w:rsid w:val="00BB6E96"/>
    <w:pPr>
      <w:spacing w:before="100" w:beforeAutospacing="1" w:after="100" w:afterAutospacing="1"/>
      <w:jc w:val="right"/>
      <w:textAlignment w:val="center"/>
    </w:pPr>
    <w:rPr>
      <w:rFonts w:ascii="Arial" w:hAnsi="Arial" w:cs="Arial"/>
    </w:rPr>
  </w:style>
  <w:style w:type="paragraph" w:customStyle="1" w:styleId="xl400">
    <w:name w:val="xl400"/>
    <w:basedOn w:val="Normal"/>
    <w:uiPriority w:val="99"/>
    <w:rsid w:val="00BB6E96"/>
    <w:pP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1">
    <w:name w:val="xl401"/>
    <w:basedOn w:val="Normal"/>
    <w:uiPriority w:val="99"/>
    <w:rsid w:val="00BB6E96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402">
    <w:name w:val="xl402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textAlignment w:val="center"/>
    </w:pPr>
  </w:style>
  <w:style w:type="paragraph" w:customStyle="1" w:styleId="xl403">
    <w:name w:val="xl403"/>
    <w:basedOn w:val="Normal"/>
    <w:uiPriority w:val="99"/>
    <w:rsid w:val="00BB6E96"/>
    <w:pPr>
      <w:pBdr>
        <w:top w:val="single" w:sz="4" w:space="0" w:color="000000"/>
        <w:right w:val="single" w:sz="4" w:space="0" w:color="000000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404">
    <w:name w:val="xl404"/>
    <w:basedOn w:val="Normal"/>
    <w:uiPriority w:val="99"/>
    <w:rsid w:val="00BB6E96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99FF"/>
      <w:spacing w:before="100" w:beforeAutospacing="1" w:after="100" w:afterAutospacing="1"/>
      <w:jc w:val="center"/>
      <w:textAlignment w:val="center"/>
    </w:pPr>
  </w:style>
  <w:style w:type="paragraph" w:customStyle="1" w:styleId="xl405">
    <w:name w:val="xl405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406">
    <w:name w:val="xl406"/>
    <w:basedOn w:val="Normal"/>
    <w:uiPriority w:val="99"/>
    <w:rsid w:val="00BB6E96"/>
    <w:pPr>
      <w:pBdr>
        <w:top w:val="single" w:sz="4" w:space="0" w:color="auto"/>
      </w:pBdr>
      <w:shd w:val="clear" w:color="FFFFFF" w:fill="CC99FF"/>
      <w:spacing w:before="100" w:beforeAutospacing="1" w:after="100" w:afterAutospacing="1"/>
      <w:jc w:val="center"/>
      <w:textAlignment w:val="center"/>
    </w:pPr>
  </w:style>
  <w:style w:type="paragraph" w:customStyle="1" w:styleId="xl407">
    <w:name w:val="xl407"/>
    <w:basedOn w:val="Normal"/>
    <w:uiPriority w:val="99"/>
    <w:rsid w:val="00BB6E96"/>
    <w:pPr>
      <w:pBdr>
        <w:top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textAlignment w:val="center"/>
    </w:pPr>
  </w:style>
  <w:style w:type="paragraph" w:customStyle="1" w:styleId="xl408">
    <w:name w:val="xl408"/>
    <w:basedOn w:val="Normal"/>
    <w:uiPriority w:val="99"/>
    <w:rsid w:val="00BB6E9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/>
      <w:jc w:val="right"/>
      <w:textAlignment w:val="center"/>
    </w:pPr>
  </w:style>
  <w:style w:type="paragraph" w:customStyle="1" w:styleId="xl409">
    <w:name w:val="xl409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10">
    <w:name w:val="xl410"/>
    <w:basedOn w:val="Normal"/>
    <w:uiPriority w:val="99"/>
    <w:rsid w:val="00BB6E96"/>
    <w:pPr>
      <w:pBdr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11">
    <w:name w:val="xl411"/>
    <w:basedOn w:val="Normal"/>
    <w:uiPriority w:val="99"/>
    <w:rsid w:val="00BB6E96"/>
    <w:pPr>
      <w:pBdr>
        <w:left w:val="single" w:sz="4" w:space="0" w:color="000000"/>
        <w:right w:val="single" w:sz="4" w:space="0" w:color="000000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12">
    <w:name w:val="xl412"/>
    <w:basedOn w:val="Normal"/>
    <w:uiPriority w:val="99"/>
    <w:rsid w:val="00BB6E96"/>
    <w:pPr>
      <w:pBdr>
        <w:left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413">
    <w:name w:val="xl413"/>
    <w:basedOn w:val="Normal"/>
    <w:uiPriority w:val="99"/>
    <w:rsid w:val="00BB6E96"/>
    <w:pPr>
      <w:shd w:val="clear" w:color="FFFFFF" w:fill="FFFFFF"/>
      <w:spacing w:before="100" w:beforeAutospacing="1" w:after="100" w:afterAutospacing="1"/>
      <w:jc w:val="center"/>
      <w:textAlignment w:val="center"/>
    </w:pPr>
  </w:style>
  <w:style w:type="paragraph" w:customStyle="1" w:styleId="xl414">
    <w:name w:val="xl414"/>
    <w:basedOn w:val="Normal"/>
    <w:uiPriority w:val="99"/>
    <w:rsid w:val="00BB6E96"/>
    <w:pPr>
      <w:shd w:val="clear" w:color="FFFFFF" w:fill="FFFFFF"/>
      <w:spacing w:before="100" w:beforeAutospacing="1" w:after="100" w:afterAutospacing="1"/>
      <w:textAlignment w:val="center"/>
    </w:pPr>
  </w:style>
  <w:style w:type="paragraph" w:customStyle="1" w:styleId="xl415">
    <w:name w:val="xl415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16">
    <w:name w:val="xl416"/>
    <w:basedOn w:val="Normal"/>
    <w:uiPriority w:val="99"/>
    <w:rsid w:val="00BB6E9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969696"/>
      <w:spacing w:before="100" w:beforeAutospacing="1" w:after="100" w:afterAutospacing="1"/>
      <w:jc w:val="right"/>
      <w:textAlignment w:val="center"/>
    </w:pPr>
  </w:style>
  <w:style w:type="paragraph" w:customStyle="1" w:styleId="xl417">
    <w:name w:val="xl41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000000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418">
    <w:name w:val="xl418"/>
    <w:basedOn w:val="Normal"/>
    <w:uiPriority w:val="99"/>
    <w:rsid w:val="00BB6E96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419">
    <w:name w:val="xl41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420">
    <w:name w:val="xl42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969696"/>
      <w:spacing w:before="100" w:beforeAutospacing="1" w:after="100" w:afterAutospacing="1"/>
      <w:jc w:val="right"/>
      <w:textAlignment w:val="center"/>
    </w:pPr>
  </w:style>
  <w:style w:type="paragraph" w:customStyle="1" w:styleId="xl421">
    <w:name w:val="xl42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2">
    <w:name w:val="xl42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3">
    <w:name w:val="xl42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4">
    <w:name w:val="xl424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5">
    <w:name w:val="xl425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426">
    <w:name w:val="xl42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7">
    <w:name w:val="xl42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8">
    <w:name w:val="xl42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29">
    <w:name w:val="xl42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430">
    <w:name w:val="xl43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31">
    <w:name w:val="xl43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32">
    <w:name w:val="xl43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33">
    <w:name w:val="xl433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34">
    <w:name w:val="xl43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textAlignment w:val="center"/>
    </w:pPr>
    <w:rPr>
      <w:b/>
      <w:bCs/>
      <w:sz w:val="32"/>
      <w:szCs w:val="32"/>
    </w:rPr>
  </w:style>
  <w:style w:type="paragraph" w:customStyle="1" w:styleId="xl435">
    <w:name w:val="xl43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36">
    <w:name w:val="xl43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37">
    <w:name w:val="xl437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38">
    <w:name w:val="xl43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439">
    <w:name w:val="xl43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40">
    <w:name w:val="xl44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8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41">
    <w:name w:val="xl44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80008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42">
    <w:name w:val="xl442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800080"/>
      <w:spacing w:before="100" w:beforeAutospacing="1" w:after="100" w:afterAutospacing="1"/>
      <w:jc w:val="center"/>
      <w:textAlignment w:val="center"/>
    </w:pPr>
    <w:rPr>
      <w:sz w:val="32"/>
      <w:szCs w:val="32"/>
    </w:rPr>
  </w:style>
  <w:style w:type="paragraph" w:customStyle="1" w:styleId="xl443">
    <w:name w:val="xl443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800080"/>
      <w:spacing w:before="100" w:beforeAutospacing="1" w:after="100" w:afterAutospacing="1"/>
      <w:textAlignment w:val="center"/>
    </w:pPr>
    <w:rPr>
      <w:sz w:val="32"/>
      <w:szCs w:val="32"/>
    </w:rPr>
  </w:style>
  <w:style w:type="paragraph" w:customStyle="1" w:styleId="xl444">
    <w:name w:val="xl444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80"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445">
    <w:name w:val="xl44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</w:style>
  <w:style w:type="paragraph" w:customStyle="1" w:styleId="xl446">
    <w:name w:val="xl446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00080"/>
      <w:spacing w:before="100" w:beforeAutospacing="1" w:after="100" w:afterAutospacing="1"/>
      <w:textAlignment w:val="center"/>
    </w:pPr>
  </w:style>
  <w:style w:type="paragraph" w:customStyle="1" w:styleId="xl447">
    <w:name w:val="xl44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48">
    <w:name w:val="xl448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49">
    <w:name w:val="xl449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50">
    <w:name w:val="xl45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51">
    <w:name w:val="xl451"/>
    <w:basedOn w:val="Normal"/>
    <w:uiPriority w:val="99"/>
    <w:rsid w:val="00BB6E96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/>
      <w:jc w:val="right"/>
      <w:textAlignment w:val="center"/>
    </w:pPr>
  </w:style>
  <w:style w:type="paragraph" w:customStyle="1" w:styleId="xl452">
    <w:name w:val="xl452"/>
    <w:basedOn w:val="Normal"/>
    <w:uiPriority w:val="99"/>
    <w:rsid w:val="00BB6E96"/>
    <w:pPr>
      <w:pBdr>
        <w:top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53">
    <w:name w:val="xl45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54">
    <w:name w:val="xl454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</w:style>
  <w:style w:type="paragraph" w:customStyle="1" w:styleId="xl455">
    <w:name w:val="xl455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</w:style>
  <w:style w:type="paragraph" w:customStyle="1" w:styleId="xl456">
    <w:name w:val="xl456"/>
    <w:basedOn w:val="Normal"/>
    <w:uiPriority w:val="99"/>
    <w:rsid w:val="00BB6E96"/>
    <w:pPr>
      <w:pBdr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457">
    <w:name w:val="xl457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</w:style>
  <w:style w:type="paragraph" w:customStyle="1" w:styleId="xl458">
    <w:name w:val="xl458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textAlignment w:val="top"/>
    </w:pPr>
    <w:rPr>
      <w:b/>
      <w:bCs/>
    </w:rPr>
  </w:style>
  <w:style w:type="paragraph" w:customStyle="1" w:styleId="xl459">
    <w:name w:val="xl459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textAlignment w:val="top"/>
    </w:pPr>
    <w:rPr>
      <w:b/>
      <w:bCs/>
    </w:rPr>
  </w:style>
  <w:style w:type="paragraph" w:customStyle="1" w:styleId="xl460">
    <w:name w:val="xl460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textAlignment w:val="top"/>
    </w:pPr>
  </w:style>
  <w:style w:type="paragraph" w:customStyle="1" w:styleId="xl461">
    <w:name w:val="xl461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462">
    <w:name w:val="xl462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463">
    <w:name w:val="xl463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textAlignment w:val="top"/>
    </w:pPr>
  </w:style>
  <w:style w:type="paragraph" w:customStyle="1" w:styleId="xl464">
    <w:name w:val="xl464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465">
    <w:name w:val="xl465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66">
    <w:name w:val="xl466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67">
    <w:name w:val="xl467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8">
    <w:name w:val="xl468"/>
    <w:basedOn w:val="Normal"/>
    <w:uiPriority w:val="99"/>
    <w:rsid w:val="00BB6E9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69">
    <w:name w:val="xl469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70">
    <w:name w:val="xl470"/>
    <w:basedOn w:val="Normal"/>
    <w:uiPriority w:val="99"/>
    <w:rsid w:val="00BB6E96"/>
    <w:pPr>
      <w:pBdr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1">
    <w:name w:val="xl471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72">
    <w:name w:val="xl472"/>
    <w:basedOn w:val="Normal"/>
    <w:uiPriority w:val="99"/>
    <w:rsid w:val="00BB6E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3">
    <w:name w:val="xl473"/>
    <w:basedOn w:val="Normal"/>
    <w:uiPriority w:val="99"/>
    <w:rsid w:val="00BB6E96"/>
    <w:pPr>
      <w:pBdr>
        <w:top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4">
    <w:name w:val="xl474"/>
    <w:basedOn w:val="Normal"/>
    <w:uiPriority w:val="99"/>
    <w:rsid w:val="00BB6E96"/>
    <w:pPr>
      <w:pBdr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75">
    <w:name w:val="xl475"/>
    <w:basedOn w:val="Normal"/>
    <w:uiPriority w:val="99"/>
    <w:rsid w:val="00BB6E96"/>
    <w:pPr>
      <w:pBdr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76">
    <w:name w:val="xl476"/>
    <w:basedOn w:val="Normal"/>
    <w:uiPriority w:val="99"/>
    <w:rsid w:val="00BB6E96"/>
    <w:pPr>
      <w:pBdr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77">
    <w:name w:val="xl477"/>
    <w:basedOn w:val="Normal"/>
    <w:uiPriority w:val="99"/>
    <w:rsid w:val="00BB6E96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478">
    <w:name w:val="xl478"/>
    <w:basedOn w:val="Normal"/>
    <w:uiPriority w:val="99"/>
    <w:rsid w:val="00BB6E96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479">
    <w:name w:val="xl479"/>
    <w:basedOn w:val="Normal"/>
    <w:uiPriority w:val="99"/>
    <w:rsid w:val="00AC6596"/>
    <w:pPr>
      <w:pBdr>
        <w:left w:val="single" w:sz="4" w:space="0" w:color="auto"/>
        <w:bottom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80">
    <w:name w:val="xl480"/>
    <w:basedOn w:val="Normal"/>
    <w:uiPriority w:val="99"/>
    <w:rsid w:val="00AC6596"/>
    <w:pPr>
      <w:pBdr>
        <w:bottom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1">
    <w:name w:val="xl481"/>
    <w:basedOn w:val="Normal"/>
    <w:uiPriority w:val="99"/>
    <w:rsid w:val="00AC6596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82">
    <w:name w:val="xl482"/>
    <w:basedOn w:val="Normal"/>
    <w:uiPriority w:val="99"/>
    <w:rsid w:val="00AC6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3">
    <w:name w:val="xl483"/>
    <w:basedOn w:val="Normal"/>
    <w:uiPriority w:val="99"/>
    <w:rsid w:val="00AC6596"/>
    <w:pPr>
      <w:pBdr>
        <w:top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4">
    <w:name w:val="xl484"/>
    <w:basedOn w:val="Normal"/>
    <w:uiPriority w:val="99"/>
    <w:rsid w:val="00AC6596"/>
    <w:pPr>
      <w:pBdr>
        <w:left w:val="single" w:sz="4" w:space="0" w:color="auto"/>
        <w:bottom w:val="single" w:sz="4" w:space="0" w:color="auto"/>
      </w:pBdr>
      <w:shd w:val="clear" w:color="auto" w:fill="99CCFF"/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485">
    <w:name w:val="xl485"/>
    <w:basedOn w:val="Normal"/>
    <w:uiPriority w:val="99"/>
    <w:rsid w:val="00AC6596"/>
    <w:pPr>
      <w:pBdr>
        <w:bottom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6">
    <w:name w:val="xl486"/>
    <w:basedOn w:val="Normal"/>
    <w:uiPriority w:val="99"/>
    <w:rsid w:val="00AC6596"/>
    <w:pPr>
      <w:pBdr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487">
    <w:name w:val="xl487"/>
    <w:basedOn w:val="Normal"/>
    <w:uiPriority w:val="99"/>
    <w:rsid w:val="00AC6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66C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488">
    <w:name w:val="xl488"/>
    <w:basedOn w:val="Normal"/>
    <w:uiPriority w:val="99"/>
    <w:rsid w:val="00AC6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</w:style>
  <w:style w:type="paragraph" w:customStyle="1" w:styleId="xl489">
    <w:name w:val="xl489"/>
    <w:basedOn w:val="Normal"/>
    <w:uiPriority w:val="99"/>
    <w:rsid w:val="00AC65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FF00"/>
      <w:spacing w:before="100" w:beforeAutospacing="1" w:after="100" w:afterAutospacing="1"/>
      <w:jc w:val="center"/>
      <w:textAlignment w:val="center"/>
    </w:pPr>
  </w:style>
  <w:style w:type="paragraph" w:customStyle="1" w:styleId="xl490">
    <w:name w:val="xl490"/>
    <w:basedOn w:val="Normal"/>
    <w:uiPriority w:val="99"/>
    <w:rsid w:val="00AC6596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491">
    <w:name w:val="xl491"/>
    <w:basedOn w:val="Normal"/>
    <w:uiPriority w:val="99"/>
    <w:rsid w:val="00AC6596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06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main?base=LAW;n=115681;fld=134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main?base=RLAW417;n=15214;fld=134;dst=1002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156</TotalTime>
  <Pages>152</Pages>
  <Words>11895</Words>
  <Characters>-32766</Characters>
  <Application>Microsoft Office Outlook</Application>
  <DocSecurity>0</DocSecurity>
  <Lines>0</Lines>
  <Paragraphs>0</Paragraphs>
  <ScaleCrop>false</ScaleCrop>
  <Company>Admin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subject/>
  <dc:creator>Admin</dc:creator>
  <cp:keywords/>
  <dc:description/>
  <cp:lastModifiedBy>User</cp:lastModifiedBy>
  <cp:revision>59</cp:revision>
  <cp:lastPrinted>2021-01-20T07:55:00Z</cp:lastPrinted>
  <dcterms:created xsi:type="dcterms:W3CDTF">2020-01-10T10:23:00Z</dcterms:created>
  <dcterms:modified xsi:type="dcterms:W3CDTF">2021-01-21T06:00:00Z</dcterms:modified>
</cp:coreProperties>
</file>